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C835A9" w14:textId="77777777" w:rsidR="000B489C" w:rsidRPr="00377FD6" w:rsidRDefault="003E0BEB" w:rsidP="00F852BE">
      <w:pPr>
        <w:rPr>
          <w:rFonts w:ascii="Calibri" w:hAnsi="Calibri"/>
        </w:rPr>
      </w:pPr>
      <w:r w:rsidRPr="00377FD6">
        <w:rPr>
          <w:rFonts w:ascii="Calibri" w:hAnsi="Calibri"/>
        </w:rPr>
        <w:t>Name: _________________________________</w:t>
      </w:r>
      <w:r w:rsidRPr="00377FD6">
        <w:rPr>
          <w:rFonts w:ascii="Calibri" w:hAnsi="Calibri"/>
        </w:rPr>
        <w:tab/>
        <w:t>Period: _______</w:t>
      </w:r>
      <w:r w:rsidRPr="00377FD6">
        <w:rPr>
          <w:rFonts w:ascii="Calibri" w:hAnsi="Calibri"/>
        </w:rPr>
        <w:tab/>
        <w:t>Date: _____________</w:t>
      </w:r>
    </w:p>
    <w:p w14:paraId="32BF4DB7" w14:textId="77777777" w:rsidR="003E0BEB" w:rsidRPr="00377FD6" w:rsidRDefault="003E0BEB" w:rsidP="00F852BE">
      <w:pPr>
        <w:rPr>
          <w:rFonts w:ascii="Calibri" w:hAnsi="Calibri"/>
        </w:rPr>
      </w:pPr>
    </w:p>
    <w:p w14:paraId="70153D98" w14:textId="77777777" w:rsidR="003E0BEB" w:rsidRPr="00377FD6" w:rsidRDefault="00F852BE" w:rsidP="00F852BE">
      <w:pPr>
        <w:jc w:val="center"/>
        <w:rPr>
          <w:rFonts w:ascii="Calibri" w:hAnsi="Calibri"/>
          <w:b/>
          <w:sz w:val="36"/>
          <w:szCs w:val="36"/>
        </w:rPr>
      </w:pPr>
      <w:r w:rsidRPr="00377FD6">
        <w:rPr>
          <w:rFonts w:ascii="Calibri" w:hAnsi="Calibri"/>
          <w:b/>
          <w:sz w:val="36"/>
          <w:szCs w:val="36"/>
        </w:rPr>
        <w:t>AP Chemistry Problem Set</w:t>
      </w:r>
    </w:p>
    <w:p w14:paraId="79E8E16F" w14:textId="77777777" w:rsidR="00F852BE" w:rsidRPr="00377FD6" w:rsidRDefault="00F852BE" w:rsidP="00F852BE">
      <w:pPr>
        <w:jc w:val="center"/>
        <w:rPr>
          <w:rFonts w:ascii="Calibri" w:hAnsi="Calibri"/>
          <w:b/>
          <w:sz w:val="36"/>
          <w:szCs w:val="36"/>
        </w:rPr>
      </w:pPr>
      <w:r w:rsidRPr="00377FD6">
        <w:rPr>
          <w:rFonts w:ascii="Calibri" w:hAnsi="Calibri"/>
          <w:b/>
          <w:sz w:val="36"/>
          <w:szCs w:val="36"/>
        </w:rPr>
        <w:t>Chapter 1: Matter and Measurement</w:t>
      </w:r>
    </w:p>
    <w:p w14:paraId="761D4AD8" w14:textId="77777777" w:rsidR="00F852BE" w:rsidRPr="00377FD6" w:rsidRDefault="00F852BE" w:rsidP="00F852BE">
      <w:pPr>
        <w:rPr>
          <w:rFonts w:ascii="Calibri" w:hAnsi="Calibri"/>
        </w:rPr>
      </w:pPr>
    </w:p>
    <w:p w14:paraId="5CCD337B" w14:textId="77777777" w:rsidR="00F852BE" w:rsidRPr="00377FD6" w:rsidRDefault="00F852BE" w:rsidP="00377FD6">
      <w:pPr>
        <w:pStyle w:val="ListParagraph"/>
        <w:numPr>
          <w:ilvl w:val="0"/>
          <w:numId w:val="5"/>
        </w:numPr>
        <w:rPr>
          <w:rFonts w:ascii="Calibri" w:hAnsi="Calibri"/>
        </w:rPr>
      </w:pPr>
      <w:r w:rsidRPr="00377FD6">
        <w:rPr>
          <w:rFonts w:ascii="Calibri" w:hAnsi="Calibri"/>
        </w:rPr>
        <w:t>Which of the following describe a chemical change, and which a physical change?</w:t>
      </w:r>
    </w:p>
    <w:p w14:paraId="473CEEFE" w14:textId="77777777" w:rsidR="00F852BE" w:rsidRPr="00377FD6" w:rsidRDefault="00F852BE" w:rsidP="00377FD6">
      <w:pPr>
        <w:pStyle w:val="ListParagraph"/>
        <w:numPr>
          <w:ilvl w:val="1"/>
          <w:numId w:val="5"/>
        </w:numPr>
        <w:rPr>
          <w:rFonts w:ascii="Calibri" w:hAnsi="Calibri"/>
        </w:rPr>
      </w:pPr>
      <w:r w:rsidRPr="00377FD6">
        <w:rPr>
          <w:rFonts w:ascii="Calibri" w:hAnsi="Calibri"/>
        </w:rPr>
        <w:t>Sheep are sheared and the wool is spun into yarn.</w:t>
      </w:r>
    </w:p>
    <w:p w14:paraId="07A9630A" w14:textId="77777777" w:rsidR="00F852BE" w:rsidRPr="00377FD6" w:rsidRDefault="00F852BE" w:rsidP="00377FD6">
      <w:pPr>
        <w:pStyle w:val="ListParagraph"/>
        <w:numPr>
          <w:ilvl w:val="1"/>
          <w:numId w:val="5"/>
        </w:numPr>
        <w:rPr>
          <w:rFonts w:ascii="Calibri" w:hAnsi="Calibri"/>
        </w:rPr>
      </w:pPr>
      <w:r w:rsidRPr="00377FD6">
        <w:rPr>
          <w:rFonts w:ascii="Calibri" w:hAnsi="Calibri"/>
        </w:rPr>
        <w:t>A cake is baked from a mixture of flour, baking powder, sugar, eggs, shortening, and milk.</w:t>
      </w:r>
    </w:p>
    <w:p w14:paraId="0849252B" w14:textId="77777777" w:rsidR="00F852BE" w:rsidRPr="00377FD6" w:rsidRDefault="00F852BE" w:rsidP="00377FD6">
      <w:pPr>
        <w:pStyle w:val="ListParagraph"/>
        <w:numPr>
          <w:ilvl w:val="1"/>
          <w:numId w:val="5"/>
        </w:numPr>
        <w:rPr>
          <w:rFonts w:ascii="Calibri" w:hAnsi="Calibri"/>
        </w:rPr>
      </w:pPr>
      <w:r w:rsidRPr="00377FD6">
        <w:rPr>
          <w:rFonts w:ascii="Calibri" w:hAnsi="Calibri"/>
        </w:rPr>
        <w:t>Milk turns sour when left out of the refrigerator for many hours.</w:t>
      </w:r>
    </w:p>
    <w:p w14:paraId="79238E60" w14:textId="77777777" w:rsidR="00F852BE" w:rsidRPr="00377FD6" w:rsidRDefault="00F852BE" w:rsidP="00377FD6">
      <w:pPr>
        <w:pStyle w:val="ListParagraph"/>
        <w:numPr>
          <w:ilvl w:val="1"/>
          <w:numId w:val="5"/>
        </w:numPr>
        <w:rPr>
          <w:rFonts w:ascii="Calibri" w:hAnsi="Calibri"/>
        </w:rPr>
      </w:pPr>
      <w:r w:rsidRPr="00377FD6">
        <w:rPr>
          <w:rFonts w:ascii="Calibri" w:hAnsi="Calibri"/>
        </w:rPr>
        <w:t>Silkworms feed on mulberry leaves and produce silk.</w:t>
      </w:r>
    </w:p>
    <w:p w14:paraId="6419FC13" w14:textId="77777777" w:rsidR="00F852BE" w:rsidRPr="00377FD6" w:rsidRDefault="00F852BE" w:rsidP="00377FD6">
      <w:pPr>
        <w:pStyle w:val="ListParagraph"/>
        <w:numPr>
          <w:ilvl w:val="1"/>
          <w:numId w:val="5"/>
        </w:numPr>
        <w:rPr>
          <w:rFonts w:ascii="Calibri" w:hAnsi="Calibri"/>
        </w:rPr>
      </w:pPr>
      <w:r w:rsidRPr="00377FD6">
        <w:rPr>
          <w:rFonts w:ascii="Calibri" w:hAnsi="Calibri"/>
        </w:rPr>
        <w:t>An overgrown lawn is manicured by mowing it with a lawn mower.</w:t>
      </w:r>
    </w:p>
    <w:p w14:paraId="53E840D7" w14:textId="77777777" w:rsidR="00F852BE" w:rsidRPr="00377FD6" w:rsidRDefault="00F852BE" w:rsidP="00F852BE">
      <w:pPr>
        <w:pStyle w:val="ListParagraph"/>
        <w:ind w:left="1440"/>
        <w:rPr>
          <w:rFonts w:ascii="Calibri" w:hAnsi="Calibri"/>
        </w:rPr>
      </w:pPr>
    </w:p>
    <w:p w14:paraId="100C4D14" w14:textId="77777777" w:rsidR="00F852BE" w:rsidRPr="00377FD6" w:rsidRDefault="00F852BE" w:rsidP="00377FD6">
      <w:pPr>
        <w:pStyle w:val="ListParagraph"/>
        <w:numPr>
          <w:ilvl w:val="0"/>
          <w:numId w:val="5"/>
        </w:numPr>
        <w:rPr>
          <w:rFonts w:ascii="Calibri" w:hAnsi="Calibri"/>
        </w:rPr>
      </w:pPr>
      <w:r w:rsidRPr="00377FD6">
        <w:rPr>
          <w:rFonts w:ascii="Calibri" w:hAnsi="Calibri"/>
        </w:rPr>
        <w:t>Which of the following mixtures are homogeneous and which are heterogeneous?</w:t>
      </w:r>
    </w:p>
    <w:p w14:paraId="42F5AAFE" w14:textId="77777777" w:rsidR="00B45DCF" w:rsidRDefault="00B45DCF" w:rsidP="00377FD6">
      <w:pPr>
        <w:pStyle w:val="ListParagraph"/>
        <w:numPr>
          <w:ilvl w:val="1"/>
          <w:numId w:val="5"/>
        </w:numPr>
        <w:rPr>
          <w:rFonts w:ascii="Calibri" w:hAnsi="Calibri"/>
        </w:rPr>
        <w:sectPr w:rsidR="00B45DCF" w:rsidSect="00377FD6">
          <w:footerReference w:type="even" r:id="rId7"/>
          <w:footerReference w:type="default" r:id="rId8"/>
          <w:footerReference w:type="first" r:id="rId9"/>
          <w:footnotePr>
            <w:pos w:val="beneathText"/>
          </w:footnotePr>
          <w:pgSz w:w="12240" w:h="15840"/>
          <w:pgMar w:top="720" w:right="1440" w:bottom="720" w:left="1440" w:header="720" w:footer="288" w:gutter="0"/>
          <w:cols w:space="720"/>
          <w:docGrid w:linePitch="360"/>
        </w:sectPr>
      </w:pPr>
    </w:p>
    <w:p w14:paraId="65ADAAFD" w14:textId="77777777" w:rsidR="00F852BE" w:rsidRPr="00377FD6" w:rsidRDefault="00F852BE" w:rsidP="00377FD6">
      <w:pPr>
        <w:pStyle w:val="ListParagraph"/>
        <w:numPr>
          <w:ilvl w:val="1"/>
          <w:numId w:val="5"/>
        </w:numPr>
        <w:rPr>
          <w:rFonts w:ascii="Calibri" w:hAnsi="Calibri"/>
        </w:rPr>
      </w:pPr>
      <w:r w:rsidRPr="00377FD6">
        <w:rPr>
          <w:rFonts w:ascii="Calibri" w:hAnsi="Calibri"/>
        </w:rPr>
        <w:lastRenderedPageBreak/>
        <w:t>Gasoline</w:t>
      </w:r>
    </w:p>
    <w:p w14:paraId="52858825" w14:textId="77777777" w:rsidR="00F852BE" w:rsidRPr="00377FD6" w:rsidRDefault="00F852BE" w:rsidP="00377FD6">
      <w:pPr>
        <w:pStyle w:val="ListParagraph"/>
        <w:numPr>
          <w:ilvl w:val="1"/>
          <w:numId w:val="5"/>
        </w:numPr>
        <w:rPr>
          <w:rFonts w:ascii="Calibri" w:hAnsi="Calibri"/>
        </w:rPr>
      </w:pPr>
      <w:r w:rsidRPr="00377FD6">
        <w:rPr>
          <w:rFonts w:ascii="Calibri" w:hAnsi="Calibri"/>
        </w:rPr>
        <w:t>Raisin pudding</w:t>
      </w:r>
    </w:p>
    <w:p w14:paraId="67C4E448" w14:textId="77777777" w:rsidR="00F852BE" w:rsidRPr="00377FD6" w:rsidRDefault="00F852BE" w:rsidP="00377FD6">
      <w:pPr>
        <w:pStyle w:val="ListParagraph"/>
        <w:numPr>
          <w:ilvl w:val="1"/>
          <w:numId w:val="5"/>
        </w:numPr>
        <w:rPr>
          <w:rFonts w:ascii="Calibri" w:hAnsi="Calibri"/>
        </w:rPr>
      </w:pPr>
      <w:r w:rsidRPr="00377FD6">
        <w:rPr>
          <w:rFonts w:ascii="Calibri" w:hAnsi="Calibri"/>
        </w:rPr>
        <w:lastRenderedPageBreak/>
        <w:t xml:space="preserve">Italian salad dressing </w:t>
      </w:r>
    </w:p>
    <w:p w14:paraId="07768D21" w14:textId="77777777" w:rsidR="00E53046" w:rsidRPr="00377FD6" w:rsidRDefault="00F852BE" w:rsidP="00377FD6">
      <w:pPr>
        <w:pStyle w:val="ListParagraph"/>
        <w:numPr>
          <w:ilvl w:val="1"/>
          <w:numId w:val="5"/>
        </w:numPr>
        <w:rPr>
          <w:rFonts w:ascii="Calibri" w:hAnsi="Calibri"/>
        </w:rPr>
      </w:pPr>
      <w:r w:rsidRPr="00377FD6">
        <w:rPr>
          <w:rFonts w:ascii="Calibri" w:hAnsi="Calibri"/>
        </w:rPr>
        <w:t>A cola drink</w:t>
      </w:r>
    </w:p>
    <w:p w14:paraId="6A10DED6" w14:textId="77777777" w:rsidR="00B45DCF" w:rsidRDefault="00B45DCF" w:rsidP="00F852BE">
      <w:pPr>
        <w:rPr>
          <w:rFonts w:ascii="Calibri" w:hAnsi="Calibri"/>
        </w:rPr>
        <w:sectPr w:rsidR="00B45DCF" w:rsidSect="00B45DCF">
          <w:footnotePr>
            <w:pos w:val="beneathText"/>
          </w:footnotePr>
          <w:type w:val="continuous"/>
          <w:pgSz w:w="12240" w:h="15840"/>
          <w:pgMar w:top="720" w:right="1440" w:bottom="720" w:left="1440" w:header="720" w:footer="288" w:gutter="0"/>
          <w:cols w:num="2" w:space="720"/>
          <w:docGrid w:linePitch="360"/>
        </w:sectPr>
      </w:pPr>
    </w:p>
    <w:p w14:paraId="2441AC42" w14:textId="77777777" w:rsidR="00F852BE" w:rsidRPr="00377FD6" w:rsidRDefault="00F852BE" w:rsidP="00F852BE">
      <w:pPr>
        <w:rPr>
          <w:rFonts w:ascii="Calibri" w:hAnsi="Calibri"/>
        </w:rPr>
      </w:pPr>
    </w:p>
    <w:p w14:paraId="067A24C4" w14:textId="77777777" w:rsidR="00F852BE" w:rsidRPr="00377FD6" w:rsidRDefault="00F852BE" w:rsidP="00377FD6">
      <w:pPr>
        <w:pStyle w:val="ListParagraph"/>
        <w:numPr>
          <w:ilvl w:val="0"/>
          <w:numId w:val="5"/>
        </w:numPr>
        <w:rPr>
          <w:rFonts w:ascii="Calibri" w:hAnsi="Calibri"/>
        </w:rPr>
      </w:pPr>
      <w:r w:rsidRPr="00377FD6">
        <w:rPr>
          <w:rFonts w:ascii="Calibri" w:hAnsi="Calibri"/>
        </w:rPr>
        <w:t>All the following are characteristic properties of phosphorus. Which one is a chemical property?</w:t>
      </w:r>
    </w:p>
    <w:p w14:paraId="16E11CF1" w14:textId="77777777" w:rsidR="00F852BE" w:rsidRPr="00377FD6" w:rsidRDefault="00F852BE" w:rsidP="00377FD6">
      <w:pPr>
        <w:pStyle w:val="ListParagraph"/>
        <w:numPr>
          <w:ilvl w:val="1"/>
          <w:numId w:val="5"/>
        </w:numPr>
        <w:rPr>
          <w:rFonts w:ascii="Calibri" w:hAnsi="Calibri"/>
        </w:rPr>
      </w:pPr>
      <w:r w:rsidRPr="00377FD6">
        <w:rPr>
          <w:rFonts w:ascii="Calibri" w:hAnsi="Calibri"/>
        </w:rPr>
        <w:t>Both red phosphorus and white phosphorus exist in solid allotropic forms.</w:t>
      </w:r>
    </w:p>
    <w:p w14:paraId="552003B2" w14:textId="77777777" w:rsidR="00F852BE" w:rsidRPr="00377FD6" w:rsidRDefault="00F852BE" w:rsidP="00377FD6">
      <w:pPr>
        <w:pStyle w:val="ListParagraph"/>
        <w:numPr>
          <w:ilvl w:val="1"/>
          <w:numId w:val="5"/>
        </w:numPr>
        <w:rPr>
          <w:rFonts w:ascii="Calibri" w:hAnsi="Calibri"/>
        </w:rPr>
      </w:pPr>
      <w:r w:rsidRPr="00377FD6">
        <w:rPr>
          <w:rFonts w:ascii="Calibri" w:hAnsi="Calibri"/>
        </w:rPr>
        <w:t>The red form melts at about 600°C and the white form melts at 44°C.</w:t>
      </w:r>
    </w:p>
    <w:p w14:paraId="483A9BB4" w14:textId="77777777" w:rsidR="00F852BE" w:rsidRPr="00377FD6" w:rsidRDefault="00F852BE" w:rsidP="00377FD6">
      <w:pPr>
        <w:pStyle w:val="ListParagraph"/>
        <w:numPr>
          <w:ilvl w:val="1"/>
          <w:numId w:val="5"/>
        </w:numPr>
        <w:rPr>
          <w:rFonts w:ascii="Calibri" w:hAnsi="Calibri"/>
        </w:rPr>
      </w:pPr>
      <w:r w:rsidRPr="00377FD6">
        <w:rPr>
          <w:rFonts w:ascii="Calibri" w:hAnsi="Calibri"/>
        </w:rPr>
        <w:t>The white form is soluble in liquid carbon disulfide, but is insoluble in water.</w:t>
      </w:r>
    </w:p>
    <w:p w14:paraId="0B7432A4" w14:textId="77777777" w:rsidR="00F852BE" w:rsidRPr="00377FD6" w:rsidRDefault="00F852BE" w:rsidP="00377FD6">
      <w:pPr>
        <w:pStyle w:val="ListParagraph"/>
        <w:numPr>
          <w:ilvl w:val="1"/>
          <w:numId w:val="5"/>
        </w:numPr>
        <w:rPr>
          <w:rFonts w:ascii="Calibri" w:hAnsi="Calibri"/>
        </w:rPr>
      </w:pPr>
      <w:r w:rsidRPr="00377FD6">
        <w:rPr>
          <w:rFonts w:ascii="Calibri" w:hAnsi="Calibri"/>
        </w:rPr>
        <w:t>When exposed to air, white phosphorus will burn spontaneously, but red phosphorus will not.</w:t>
      </w:r>
    </w:p>
    <w:p w14:paraId="03C786C9" w14:textId="77777777" w:rsidR="00F852BE" w:rsidRPr="00377FD6" w:rsidRDefault="00F852BE" w:rsidP="00F852BE">
      <w:pPr>
        <w:rPr>
          <w:rFonts w:ascii="Calibri" w:hAnsi="Calibri"/>
        </w:rPr>
      </w:pPr>
    </w:p>
    <w:p w14:paraId="188A9242" w14:textId="77777777" w:rsidR="00F852BE" w:rsidRPr="00377FD6" w:rsidRDefault="00F852BE" w:rsidP="00377FD6">
      <w:pPr>
        <w:pStyle w:val="ListParagraph"/>
        <w:numPr>
          <w:ilvl w:val="0"/>
          <w:numId w:val="5"/>
        </w:numPr>
        <w:rPr>
          <w:rFonts w:ascii="Calibri" w:hAnsi="Calibri"/>
        </w:rPr>
      </w:pPr>
      <w:r w:rsidRPr="00377FD6">
        <w:rPr>
          <w:rFonts w:ascii="Calibri" w:hAnsi="Calibri"/>
        </w:rPr>
        <w:t>Classify each observation as a physical or a chemical property and tally them.</w:t>
      </w:r>
    </w:p>
    <w:p w14:paraId="17199B29" w14:textId="77777777" w:rsidR="00F852BE" w:rsidRPr="00377FD6" w:rsidRDefault="00F852BE" w:rsidP="00377FD6">
      <w:pPr>
        <w:pStyle w:val="ListParagraph"/>
        <w:ind w:left="1440"/>
        <w:rPr>
          <w:rFonts w:ascii="Calibri" w:hAnsi="Calibri"/>
        </w:rPr>
      </w:pPr>
      <w:r w:rsidRPr="00377FD6">
        <w:rPr>
          <w:rFonts w:ascii="Calibri" w:hAnsi="Calibri"/>
        </w:rPr>
        <w:t>Observation 1:  Bubbles form on a piece of metal when it is dropped into acid.</w:t>
      </w:r>
    </w:p>
    <w:p w14:paraId="4C623BAD" w14:textId="77777777" w:rsidR="00F852BE" w:rsidRPr="00377FD6" w:rsidRDefault="00F852BE" w:rsidP="00377FD6">
      <w:pPr>
        <w:pStyle w:val="ListParagraph"/>
        <w:ind w:left="1440"/>
        <w:rPr>
          <w:rFonts w:ascii="Calibri" w:hAnsi="Calibri"/>
        </w:rPr>
      </w:pPr>
      <w:r w:rsidRPr="00377FD6">
        <w:rPr>
          <w:rFonts w:ascii="Calibri" w:hAnsi="Calibri"/>
        </w:rPr>
        <w:t>Observation 2: The color of a crystalline substance is yellow.</w:t>
      </w:r>
    </w:p>
    <w:p w14:paraId="6F983622" w14:textId="77777777" w:rsidR="00F852BE" w:rsidRPr="00377FD6" w:rsidRDefault="00F852BE" w:rsidP="00377FD6">
      <w:pPr>
        <w:pStyle w:val="ListParagraph"/>
        <w:ind w:left="1440"/>
        <w:rPr>
          <w:rFonts w:ascii="Calibri" w:hAnsi="Calibri"/>
        </w:rPr>
      </w:pPr>
      <w:r w:rsidRPr="00377FD6">
        <w:rPr>
          <w:rFonts w:ascii="Calibri" w:hAnsi="Calibri"/>
        </w:rPr>
        <w:t>Observation 3: A shiny metal melts at 650°C.</w:t>
      </w:r>
    </w:p>
    <w:p w14:paraId="3D61B1D5" w14:textId="77777777" w:rsidR="00F852BE" w:rsidRPr="00377FD6" w:rsidRDefault="00F852BE" w:rsidP="00377FD6">
      <w:pPr>
        <w:pStyle w:val="ListParagraph"/>
        <w:ind w:left="1440"/>
        <w:rPr>
          <w:rFonts w:ascii="Calibri" w:hAnsi="Calibri"/>
        </w:rPr>
      </w:pPr>
      <w:r w:rsidRPr="00377FD6">
        <w:rPr>
          <w:rFonts w:ascii="Calibri" w:hAnsi="Calibri"/>
        </w:rPr>
        <w:t>Observation 4: The density of a solution is 1.84 g/cm3</w:t>
      </w:r>
    </w:p>
    <w:p w14:paraId="67F01F67" w14:textId="77777777" w:rsidR="00F852BE" w:rsidRPr="00377FD6" w:rsidRDefault="00F852BE" w:rsidP="00377FD6">
      <w:pPr>
        <w:pStyle w:val="ListParagraph"/>
        <w:numPr>
          <w:ilvl w:val="2"/>
          <w:numId w:val="5"/>
        </w:numPr>
        <w:rPr>
          <w:rFonts w:ascii="Calibri" w:hAnsi="Calibri"/>
        </w:rPr>
      </w:pPr>
      <w:r w:rsidRPr="00377FD6">
        <w:rPr>
          <w:rFonts w:ascii="Calibri" w:hAnsi="Calibri"/>
        </w:rPr>
        <w:t>2 chemical properties and 2 physical properties</w:t>
      </w:r>
    </w:p>
    <w:p w14:paraId="01F1A942" w14:textId="77777777" w:rsidR="00F852BE" w:rsidRPr="00377FD6" w:rsidRDefault="00F852BE" w:rsidP="00377FD6">
      <w:pPr>
        <w:pStyle w:val="ListParagraph"/>
        <w:numPr>
          <w:ilvl w:val="2"/>
          <w:numId w:val="5"/>
        </w:numPr>
        <w:rPr>
          <w:rFonts w:ascii="Calibri" w:hAnsi="Calibri"/>
        </w:rPr>
      </w:pPr>
      <w:r w:rsidRPr="00377FD6">
        <w:rPr>
          <w:rFonts w:ascii="Calibri" w:hAnsi="Calibri"/>
        </w:rPr>
        <w:t>3 chemical properties and 1 physical properties.</w:t>
      </w:r>
    </w:p>
    <w:p w14:paraId="2EF6FF9A" w14:textId="77777777" w:rsidR="00F852BE" w:rsidRPr="00377FD6" w:rsidRDefault="00F852BE" w:rsidP="00377FD6">
      <w:pPr>
        <w:pStyle w:val="ListParagraph"/>
        <w:numPr>
          <w:ilvl w:val="2"/>
          <w:numId w:val="5"/>
        </w:numPr>
        <w:rPr>
          <w:rFonts w:ascii="Calibri" w:hAnsi="Calibri"/>
        </w:rPr>
      </w:pPr>
      <w:r w:rsidRPr="00377FD6">
        <w:rPr>
          <w:rFonts w:ascii="Calibri" w:hAnsi="Calibri"/>
        </w:rPr>
        <w:t>1 chemical properties and 3 physical properties</w:t>
      </w:r>
    </w:p>
    <w:p w14:paraId="54B87A62" w14:textId="77777777" w:rsidR="00F852BE" w:rsidRPr="00377FD6" w:rsidRDefault="00F852BE" w:rsidP="00377FD6">
      <w:pPr>
        <w:pStyle w:val="ListParagraph"/>
        <w:numPr>
          <w:ilvl w:val="2"/>
          <w:numId w:val="5"/>
        </w:numPr>
        <w:rPr>
          <w:rFonts w:ascii="Calibri" w:hAnsi="Calibri"/>
        </w:rPr>
      </w:pPr>
      <w:r w:rsidRPr="00377FD6">
        <w:rPr>
          <w:rFonts w:ascii="Calibri" w:hAnsi="Calibri"/>
        </w:rPr>
        <w:t>4 chemical properties</w:t>
      </w:r>
    </w:p>
    <w:p w14:paraId="443BDE5D" w14:textId="77777777" w:rsidR="00F852BE" w:rsidRPr="00377FD6" w:rsidRDefault="00F852BE" w:rsidP="00377FD6">
      <w:pPr>
        <w:pStyle w:val="ListParagraph"/>
        <w:numPr>
          <w:ilvl w:val="2"/>
          <w:numId w:val="5"/>
        </w:numPr>
        <w:rPr>
          <w:rFonts w:ascii="Calibri" w:hAnsi="Calibri"/>
        </w:rPr>
      </w:pPr>
      <w:r w:rsidRPr="00377FD6">
        <w:rPr>
          <w:rFonts w:ascii="Calibri" w:hAnsi="Calibri"/>
        </w:rPr>
        <w:t>4 physical properties</w:t>
      </w:r>
    </w:p>
    <w:p w14:paraId="47CE6AAE" w14:textId="77777777" w:rsidR="00377FD6" w:rsidRPr="00377FD6" w:rsidRDefault="00377FD6" w:rsidP="00377FD6">
      <w:pPr>
        <w:pStyle w:val="ListParagraph"/>
        <w:ind w:left="2340"/>
        <w:rPr>
          <w:rFonts w:ascii="Calibri" w:hAnsi="Calibri"/>
        </w:rPr>
      </w:pPr>
    </w:p>
    <w:p w14:paraId="54DF6755" w14:textId="77777777" w:rsidR="00F852BE" w:rsidRPr="00377FD6" w:rsidRDefault="00F852BE" w:rsidP="00377FD6">
      <w:pPr>
        <w:pStyle w:val="ListParagraph"/>
        <w:numPr>
          <w:ilvl w:val="0"/>
          <w:numId w:val="5"/>
        </w:numPr>
        <w:rPr>
          <w:rFonts w:ascii="Calibri" w:hAnsi="Calibri"/>
        </w:rPr>
      </w:pPr>
      <w:r w:rsidRPr="00377FD6">
        <w:rPr>
          <w:rFonts w:ascii="Calibri" w:hAnsi="Calibri"/>
        </w:rPr>
        <w:t>Chromatography is a good way to separate the</w:t>
      </w:r>
    </w:p>
    <w:p w14:paraId="198C04B8" w14:textId="77777777" w:rsidR="00B45DCF" w:rsidRDefault="00B45DCF" w:rsidP="00377FD6">
      <w:pPr>
        <w:pStyle w:val="ListParagraph"/>
        <w:numPr>
          <w:ilvl w:val="1"/>
          <w:numId w:val="5"/>
        </w:numPr>
        <w:rPr>
          <w:rFonts w:ascii="Calibri" w:hAnsi="Calibri"/>
        </w:rPr>
        <w:sectPr w:rsidR="00B45DCF" w:rsidSect="00B45DCF">
          <w:footnotePr>
            <w:pos w:val="beneathText"/>
          </w:footnotePr>
          <w:type w:val="continuous"/>
          <w:pgSz w:w="12240" w:h="15840"/>
          <w:pgMar w:top="720" w:right="1440" w:bottom="720" w:left="1440" w:header="720" w:footer="288" w:gutter="0"/>
          <w:cols w:space="720"/>
          <w:docGrid w:linePitch="360"/>
        </w:sectPr>
      </w:pPr>
    </w:p>
    <w:p w14:paraId="2B9DBC58" w14:textId="77777777" w:rsidR="00F852BE" w:rsidRPr="00377FD6" w:rsidRDefault="00F852BE" w:rsidP="00377FD6">
      <w:pPr>
        <w:pStyle w:val="ListParagraph"/>
        <w:numPr>
          <w:ilvl w:val="1"/>
          <w:numId w:val="5"/>
        </w:numPr>
        <w:rPr>
          <w:rFonts w:ascii="Calibri" w:hAnsi="Calibri"/>
        </w:rPr>
      </w:pPr>
      <w:r w:rsidRPr="00377FD6">
        <w:rPr>
          <w:rFonts w:ascii="Calibri" w:hAnsi="Calibri"/>
        </w:rPr>
        <w:lastRenderedPageBreak/>
        <w:t>elements in a compound</w:t>
      </w:r>
    </w:p>
    <w:p w14:paraId="5D4F49F8" w14:textId="77777777" w:rsidR="00F852BE" w:rsidRPr="00377FD6" w:rsidRDefault="00F852BE" w:rsidP="00377FD6">
      <w:pPr>
        <w:pStyle w:val="ListParagraph"/>
        <w:numPr>
          <w:ilvl w:val="1"/>
          <w:numId w:val="5"/>
        </w:numPr>
        <w:rPr>
          <w:rFonts w:ascii="Calibri" w:hAnsi="Calibri"/>
        </w:rPr>
      </w:pPr>
      <w:r w:rsidRPr="00377FD6">
        <w:rPr>
          <w:rFonts w:ascii="Calibri" w:hAnsi="Calibri"/>
        </w:rPr>
        <w:t>the components in a mixture</w:t>
      </w:r>
    </w:p>
    <w:p w14:paraId="45D58C4E" w14:textId="77777777" w:rsidR="00F852BE" w:rsidRPr="00377FD6" w:rsidRDefault="00F852BE" w:rsidP="00377FD6">
      <w:pPr>
        <w:pStyle w:val="ListParagraph"/>
        <w:numPr>
          <w:ilvl w:val="1"/>
          <w:numId w:val="5"/>
        </w:numPr>
        <w:rPr>
          <w:rFonts w:ascii="Calibri" w:hAnsi="Calibri"/>
        </w:rPr>
      </w:pPr>
      <w:r w:rsidRPr="00377FD6">
        <w:rPr>
          <w:rFonts w:ascii="Calibri" w:hAnsi="Calibri"/>
        </w:rPr>
        <w:t>the atoms in an element</w:t>
      </w:r>
    </w:p>
    <w:p w14:paraId="2C7464AE" w14:textId="77777777" w:rsidR="00F852BE" w:rsidRPr="00377FD6" w:rsidRDefault="00F852BE" w:rsidP="00377FD6">
      <w:pPr>
        <w:pStyle w:val="ListParagraph"/>
        <w:numPr>
          <w:ilvl w:val="1"/>
          <w:numId w:val="5"/>
        </w:numPr>
        <w:rPr>
          <w:rFonts w:ascii="Calibri" w:hAnsi="Calibri"/>
        </w:rPr>
      </w:pPr>
      <w:r w:rsidRPr="00377FD6">
        <w:rPr>
          <w:rFonts w:ascii="Calibri" w:hAnsi="Calibri"/>
        </w:rPr>
        <w:lastRenderedPageBreak/>
        <w:t>the phases of a pure substance</w:t>
      </w:r>
    </w:p>
    <w:p w14:paraId="0847209C" w14:textId="77777777" w:rsidR="00B45DCF" w:rsidRDefault="00B45DCF" w:rsidP="00F852BE">
      <w:pPr>
        <w:rPr>
          <w:rFonts w:ascii="Calibri" w:hAnsi="Calibri"/>
        </w:rPr>
        <w:sectPr w:rsidR="00B45DCF" w:rsidSect="00B45DCF">
          <w:footnotePr>
            <w:pos w:val="beneathText"/>
          </w:footnotePr>
          <w:type w:val="continuous"/>
          <w:pgSz w:w="12240" w:h="15840"/>
          <w:pgMar w:top="720" w:right="1440" w:bottom="720" w:left="1440" w:header="720" w:footer="288" w:gutter="0"/>
          <w:cols w:num="2" w:space="720"/>
          <w:docGrid w:linePitch="360"/>
        </w:sectPr>
      </w:pPr>
    </w:p>
    <w:p w14:paraId="2BBAB965" w14:textId="77777777" w:rsidR="00F852BE" w:rsidRPr="00377FD6" w:rsidRDefault="00F852BE" w:rsidP="00F852BE">
      <w:pPr>
        <w:rPr>
          <w:rFonts w:ascii="Calibri" w:hAnsi="Calibri"/>
        </w:rPr>
      </w:pPr>
    </w:p>
    <w:p w14:paraId="35671E6D" w14:textId="77777777" w:rsidR="00F852BE" w:rsidRPr="00377FD6" w:rsidRDefault="00F852BE" w:rsidP="00377FD6">
      <w:pPr>
        <w:pStyle w:val="ListParagraph"/>
        <w:numPr>
          <w:ilvl w:val="0"/>
          <w:numId w:val="5"/>
        </w:numPr>
        <w:rPr>
          <w:rFonts w:ascii="Calibri" w:hAnsi="Calibri"/>
        </w:rPr>
      </w:pPr>
      <w:r w:rsidRPr="00377FD6">
        <w:rPr>
          <w:rFonts w:ascii="Calibri" w:hAnsi="Calibri"/>
        </w:rPr>
        <w:t xml:space="preserve">When a pure solid substance was heated, a student obtained another solid and a gas, each of which was a pure substance.  From this information which of the following statements </w:t>
      </w:r>
      <w:r w:rsidR="00377FD6" w:rsidRPr="00377FD6">
        <w:rPr>
          <w:rFonts w:ascii="Calibri" w:hAnsi="Calibri"/>
        </w:rPr>
        <w:t>is ALWAYS a correct conclusion?</w:t>
      </w:r>
    </w:p>
    <w:p w14:paraId="5007010E" w14:textId="77777777" w:rsidR="00F852BE" w:rsidRPr="00377FD6" w:rsidRDefault="00F852BE" w:rsidP="00377FD6">
      <w:pPr>
        <w:pStyle w:val="ListParagraph"/>
        <w:numPr>
          <w:ilvl w:val="1"/>
          <w:numId w:val="5"/>
        </w:numPr>
        <w:rPr>
          <w:rFonts w:ascii="Calibri" w:hAnsi="Calibri"/>
        </w:rPr>
      </w:pPr>
      <w:r w:rsidRPr="00377FD6">
        <w:rPr>
          <w:rFonts w:ascii="Calibri" w:hAnsi="Calibri"/>
        </w:rPr>
        <w:t>The original solid is not an element.</w:t>
      </w:r>
    </w:p>
    <w:p w14:paraId="37C05E89" w14:textId="77777777" w:rsidR="00F852BE" w:rsidRPr="00377FD6" w:rsidRDefault="00F852BE" w:rsidP="00377FD6">
      <w:pPr>
        <w:pStyle w:val="ListParagraph"/>
        <w:numPr>
          <w:ilvl w:val="1"/>
          <w:numId w:val="5"/>
        </w:numPr>
        <w:rPr>
          <w:rFonts w:ascii="Calibri" w:hAnsi="Calibri"/>
        </w:rPr>
      </w:pPr>
      <w:r w:rsidRPr="00377FD6">
        <w:rPr>
          <w:rFonts w:ascii="Calibri" w:hAnsi="Calibri"/>
        </w:rPr>
        <w:t>Both products are elements.</w:t>
      </w:r>
    </w:p>
    <w:p w14:paraId="69F78F8C" w14:textId="77777777" w:rsidR="00F852BE" w:rsidRPr="00377FD6" w:rsidRDefault="00F852BE" w:rsidP="00377FD6">
      <w:pPr>
        <w:pStyle w:val="ListParagraph"/>
        <w:numPr>
          <w:ilvl w:val="1"/>
          <w:numId w:val="5"/>
        </w:numPr>
        <w:rPr>
          <w:rFonts w:ascii="Calibri" w:hAnsi="Calibri"/>
        </w:rPr>
      </w:pPr>
      <w:r w:rsidRPr="00377FD6">
        <w:rPr>
          <w:rFonts w:ascii="Calibri" w:hAnsi="Calibri"/>
        </w:rPr>
        <w:t>The original solid is a compound and the gas is an element.</w:t>
      </w:r>
    </w:p>
    <w:p w14:paraId="594AEFA2" w14:textId="77777777" w:rsidR="00377FD6" w:rsidRPr="00F95F70" w:rsidRDefault="00F852BE" w:rsidP="00F95F70">
      <w:pPr>
        <w:pStyle w:val="ListParagraph"/>
        <w:numPr>
          <w:ilvl w:val="1"/>
          <w:numId w:val="5"/>
        </w:numPr>
        <w:rPr>
          <w:rFonts w:ascii="Calibri" w:hAnsi="Calibri"/>
        </w:rPr>
      </w:pPr>
      <w:r w:rsidRPr="00377FD6">
        <w:rPr>
          <w:rFonts w:ascii="Calibri" w:hAnsi="Calibri"/>
        </w:rPr>
        <w:t>The original solid is an element and the gas is a compound.</w:t>
      </w:r>
    </w:p>
    <w:p w14:paraId="2AD80AC5" w14:textId="77777777" w:rsidR="00F852BE" w:rsidRPr="00377FD6" w:rsidRDefault="00F852BE" w:rsidP="00F95F70">
      <w:pPr>
        <w:pStyle w:val="answers"/>
        <w:widowControl w:val="0"/>
        <w:numPr>
          <w:ilvl w:val="0"/>
          <w:numId w:val="5"/>
        </w:numPr>
        <w:ind w:left="-90"/>
        <w:rPr>
          <w:rFonts w:ascii="Calibri" w:hAnsi="Calibri"/>
          <w:szCs w:val="24"/>
        </w:rPr>
      </w:pPr>
      <w:r w:rsidRPr="00377FD6">
        <w:rPr>
          <w:rFonts w:ascii="Calibri" w:hAnsi="Calibri"/>
          <w:szCs w:val="24"/>
        </w:rPr>
        <w:lastRenderedPageBreak/>
        <w:t>A solution of sugar water may be defined as a</w:t>
      </w:r>
    </w:p>
    <w:p w14:paraId="3D21F724" w14:textId="77777777" w:rsidR="00B45DCF" w:rsidRDefault="00B45DCF" w:rsidP="00F95F70">
      <w:pPr>
        <w:pStyle w:val="answers"/>
        <w:widowControl w:val="0"/>
        <w:numPr>
          <w:ilvl w:val="1"/>
          <w:numId w:val="5"/>
        </w:numPr>
        <w:ind w:left="-90"/>
        <w:rPr>
          <w:rFonts w:ascii="Calibri" w:hAnsi="Calibri"/>
          <w:szCs w:val="24"/>
        </w:rPr>
        <w:sectPr w:rsidR="00B45DCF" w:rsidSect="00B45DCF">
          <w:footnotePr>
            <w:pos w:val="beneathText"/>
          </w:footnotePr>
          <w:type w:val="continuous"/>
          <w:pgSz w:w="12240" w:h="15840"/>
          <w:pgMar w:top="720" w:right="1440" w:bottom="720" w:left="1440" w:header="720" w:footer="288" w:gutter="0"/>
          <w:cols w:space="720"/>
          <w:docGrid w:linePitch="360"/>
        </w:sectPr>
      </w:pPr>
    </w:p>
    <w:p w14:paraId="5B12F62B" w14:textId="77777777" w:rsidR="00F852BE" w:rsidRPr="00377FD6" w:rsidRDefault="00F852BE" w:rsidP="00F95F70">
      <w:pPr>
        <w:pStyle w:val="answers"/>
        <w:widowControl w:val="0"/>
        <w:numPr>
          <w:ilvl w:val="1"/>
          <w:numId w:val="12"/>
        </w:numPr>
        <w:rPr>
          <w:rFonts w:ascii="Calibri" w:hAnsi="Calibri"/>
          <w:szCs w:val="24"/>
        </w:rPr>
      </w:pPr>
      <w:r w:rsidRPr="00377FD6">
        <w:rPr>
          <w:rFonts w:ascii="Calibri" w:hAnsi="Calibri"/>
          <w:szCs w:val="24"/>
        </w:rPr>
        <w:t>heterogeneous mixture</w:t>
      </w:r>
    </w:p>
    <w:p w14:paraId="017AC483" w14:textId="77777777" w:rsidR="00F852BE" w:rsidRPr="00377FD6" w:rsidRDefault="00F852BE" w:rsidP="00F95F70">
      <w:pPr>
        <w:pStyle w:val="answers"/>
        <w:widowControl w:val="0"/>
        <w:numPr>
          <w:ilvl w:val="1"/>
          <w:numId w:val="12"/>
        </w:numPr>
        <w:rPr>
          <w:rFonts w:ascii="Calibri" w:hAnsi="Calibri"/>
          <w:szCs w:val="24"/>
        </w:rPr>
      </w:pPr>
      <w:r w:rsidRPr="00377FD6">
        <w:rPr>
          <w:rFonts w:ascii="Calibri" w:hAnsi="Calibri"/>
          <w:szCs w:val="24"/>
        </w:rPr>
        <w:t>homogeneous mixture</w:t>
      </w:r>
    </w:p>
    <w:p w14:paraId="5DD196DA" w14:textId="77777777" w:rsidR="00F852BE" w:rsidRPr="00377FD6" w:rsidRDefault="00F852BE" w:rsidP="00F95F70">
      <w:pPr>
        <w:pStyle w:val="answers"/>
        <w:widowControl w:val="0"/>
        <w:numPr>
          <w:ilvl w:val="1"/>
          <w:numId w:val="12"/>
        </w:numPr>
        <w:rPr>
          <w:rFonts w:ascii="Calibri" w:hAnsi="Calibri"/>
          <w:szCs w:val="24"/>
        </w:rPr>
      </w:pPr>
      <w:r w:rsidRPr="00377FD6">
        <w:rPr>
          <w:rFonts w:ascii="Calibri" w:hAnsi="Calibri"/>
          <w:szCs w:val="24"/>
        </w:rPr>
        <w:t>heterogeneous compound</w:t>
      </w:r>
    </w:p>
    <w:p w14:paraId="4C950B0D" w14:textId="77777777" w:rsidR="00F852BE" w:rsidRPr="00377FD6" w:rsidRDefault="00F852BE" w:rsidP="00F95F70">
      <w:pPr>
        <w:pStyle w:val="answers"/>
        <w:widowControl w:val="0"/>
        <w:numPr>
          <w:ilvl w:val="1"/>
          <w:numId w:val="12"/>
        </w:numPr>
        <w:rPr>
          <w:rFonts w:ascii="Calibri" w:hAnsi="Calibri"/>
          <w:szCs w:val="24"/>
        </w:rPr>
      </w:pPr>
      <w:r w:rsidRPr="00377FD6">
        <w:rPr>
          <w:rFonts w:ascii="Calibri" w:hAnsi="Calibri"/>
          <w:szCs w:val="24"/>
        </w:rPr>
        <w:t>homogeneous compound</w:t>
      </w:r>
    </w:p>
    <w:p w14:paraId="0CD5DF92" w14:textId="77777777" w:rsidR="00F852BE" w:rsidRPr="00377FD6" w:rsidRDefault="00F852BE" w:rsidP="00F95F70">
      <w:pPr>
        <w:pStyle w:val="ListParagraph"/>
        <w:numPr>
          <w:ilvl w:val="1"/>
          <w:numId w:val="12"/>
        </w:numPr>
        <w:rPr>
          <w:rFonts w:ascii="Calibri" w:hAnsi="Calibri"/>
        </w:rPr>
      </w:pPr>
      <w:r w:rsidRPr="00377FD6">
        <w:rPr>
          <w:rFonts w:ascii="Calibri" w:hAnsi="Calibri"/>
        </w:rPr>
        <w:t>homogeneous element</w:t>
      </w:r>
    </w:p>
    <w:p w14:paraId="03EEA275" w14:textId="77777777" w:rsidR="00B45DCF" w:rsidRDefault="00B45DCF" w:rsidP="00F95F70">
      <w:pPr>
        <w:ind w:left="-90"/>
        <w:rPr>
          <w:rFonts w:ascii="Calibri" w:hAnsi="Calibri"/>
        </w:rPr>
        <w:sectPr w:rsidR="00B45DCF" w:rsidSect="00B45DCF">
          <w:footnotePr>
            <w:pos w:val="beneathText"/>
          </w:footnotePr>
          <w:type w:val="continuous"/>
          <w:pgSz w:w="12240" w:h="15840"/>
          <w:pgMar w:top="720" w:right="1440" w:bottom="720" w:left="1440" w:header="720" w:footer="288" w:gutter="0"/>
          <w:cols w:num="2" w:space="720"/>
          <w:docGrid w:linePitch="360"/>
        </w:sectPr>
      </w:pPr>
    </w:p>
    <w:p w14:paraId="74DB21BE" w14:textId="77777777" w:rsidR="00377FD6" w:rsidRDefault="00377FD6" w:rsidP="00F95F70">
      <w:pPr>
        <w:rPr>
          <w:rFonts w:ascii="Calibri" w:hAnsi="Calibri"/>
        </w:rPr>
      </w:pPr>
    </w:p>
    <w:p w14:paraId="4AEFD2B5" w14:textId="77777777" w:rsidR="00BB1E81" w:rsidRDefault="00BB1E81" w:rsidP="00F95F70">
      <w:pPr>
        <w:rPr>
          <w:rFonts w:ascii="Calibri" w:hAnsi="Calibri"/>
        </w:rPr>
      </w:pPr>
    </w:p>
    <w:p w14:paraId="06C056D0" w14:textId="5CD76112" w:rsidR="00BB1E81" w:rsidRDefault="00BB1E81" w:rsidP="00BB1E81">
      <w:pPr>
        <w:pStyle w:val="ListParagraph"/>
        <w:numPr>
          <w:ilvl w:val="0"/>
          <w:numId w:val="5"/>
        </w:numPr>
        <w:ind w:left="-90"/>
        <w:rPr>
          <w:rFonts w:ascii="Calibri" w:hAnsi="Calibri"/>
        </w:rPr>
      </w:pPr>
      <w:r>
        <w:rPr>
          <w:rFonts w:ascii="Calibri" w:hAnsi="Calibri"/>
        </w:rPr>
        <w:t>Identify each of the following as a physical or chemical change.</w:t>
      </w:r>
    </w:p>
    <w:tbl>
      <w:tblPr>
        <w:tblStyle w:val="TableGrid"/>
        <w:tblW w:w="0" w:type="auto"/>
        <w:tblInd w:w="-90" w:type="dxa"/>
        <w:tblLook w:val="04A0" w:firstRow="1" w:lastRow="0" w:firstColumn="1" w:lastColumn="0" w:noHBand="0" w:noVBand="1"/>
      </w:tblPr>
      <w:tblGrid>
        <w:gridCol w:w="1188"/>
        <w:gridCol w:w="3600"/>
        <w:gridCol w:w="1080"/>
        <w:gridCol w:w="3708"/>
      </w:tblGrid>
      <w:tr w:rsidR="00BB1E81" w14:paraId="38385A99" w14:textId="77777777" w:rsidTr="00BB1E81">
        <w:tc>
          <w:tcPr>
            <w:tcW w:w="1188" w:type="dxa"/>
          </w:tcPr>
          <w:p w14:paraId="2D2D456A" w14:textId="77777777" w:rsidR="00BB1E81" w:rsidRDefault="00BB1E81" w:rsidP="00BB1E81">
            <w:pPr>
              <w:pStyle w:val="ListParagraph"/>
              <w:spacing w:line="360" w:lineRule="auto"/>
              <w:ind w:left="0"/>
              <w:rPr>
                <w:rFonts w:ascii="Calibri" w:hAnsi="Calibri"/>
              </w:rPr>
            </w:pPr>
          </w:p>
        </w:tc>
        <w:tc>
          <w:tcPr>
            <w:tcW w:w="3600" w:type="dxa"/>
          </w:tcPr>
          <w:p w14:paraId="3CCCCEEC" w14:textId="3C5238AB" w:rsidR="00BB1E81" w:rsidRDefault="00BB1E81" w:rsidP="00BB1E81">
            <w:pPr>
              <w:pStyle w:val="ListParagraph"/>
              <w:ind w:left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 piece of wood burns to form ash</w:t>
            </w:r>
          </w:p>
        </w:tc>
        <w:tc>
          <w:tcPr>
            <w:tcW w:w="1080" w:type="dxa"/>
          </w:tcPr>
          <w:p w14:paraId="182AFE4A" w14:textId="77777777" w:rsidR="00BB1E81" w:rsidRDefault="00BB1E81" w:rsidP="00BB1E81">
            <w:pPr>
              <w:pStyle w:val="ListParagraph"/>
              <w:ind w:left="0"/>
              <w:rPr>
                <w:rFonts w:ascii="Calibri" w:hAnsi="Calibri"/>
              </w:rPr>
            </w:pPr>
          </w:p>
        </w:tc>
        <w:tc>
          <w:tcPr>
            <w:tcW w:w="3708" w:type="dxa"/>
          </w:tcPr>
          <w:p w14:paraId="446A2C75" w14:textId="0E752FA1" w:rsidR="00BB1E81" w:rsidRDefault="00BB1E81" w:rsidP="00BB1E81">
            <w:pPr>
              <w:pStyle w:val="ListParagraph"/>
              <w:ind w:left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 piece of apple rots on the ground</w:t>
            </w:r>
          </w:p>
        </w:tc>
      </w:tr>
      <w:tr w:rsidR="00BB1E81" w14:paraId="22AADB27" w14:textId="77777777" w:rsidTr="00BB1E81">
        <w:tc>
          <w:tcPr>
            <w:tcW w:w="1188" w:type="dxa"/>
          </w:tcPr>
          <w:p w14:paraId="64F86E1B" w14:textId="77777777" w:rsidR="00BB1E81" w:rsidRDefault="00BB1E81" w:rsidP="00BB1E81">
            <w:pPr>
              <w:pStyle w:val="ListParagraph"/>
              <w:ind w:left="0"/>
              <w:rPr>
                <w:rFonts w:ascii="Calibri" w:hAnsi="Calibri"/>
              </w:rPr>
            </w:pPr>
          </w:p>
        </w:tc>
        <w:tc>
          <w:tcPr>
            <w:tcW w:w="3600" w:type="dxa"/>
          </w:tcPr>
          <w:p w14:paraId="29A4E970" w14:textId="5EA8172C" w:rsidR="00BB1E81" w:rsidRDefault="00BB1E81" w:rsidP="00BB1E81">
            <w:pPr>
              <w:pStyle w:val="ListParagraph"/>
              <w:ind w:left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Baking soda mixed with vinegar to form bubbles</w:t>
            </w:r>
          </w:p>
        </w:tc>
        <w:tc>
          <w:tcPr>
            <w:tcW w:w="1080" w:type="dxa"/>
          </w:tcPr>
          <w:p w14:paraId="369C292E" w14:textId="77777777" w:rsidR="00BB1E81" w:rsidRDefault="00BB1E81" w:rsidP="00BB1E81">
            <w:pPr>
              <w:pStyle w:val="ListParagraph"/>
              <w:ind w:left="0"/>
              <w:rPr>
                <w:rFonts w:ascii="Calibri" w:hAnsi="Calibri"/>
              </w:rPr>
            </w:pPr>
          </w:p>
        </w:tc>
        <w:tc>
          <w:tcPr>
            <w:tcW w:w="3708" w:type="dxa"/>
          </w:tcPr>
          <w:p w14:paraId="1FE4AC18" w14:textId="4253CEB8" w:rsidR="00BB1E81" w:rsidRDefault="00BB1E81" w:rsidP="00BB1E81">
            <w:pPr>
              <w:pStyle w:val="ListParagraph"/>
              <w:ind w:left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 plant turns sunlight, carbon dioxide, and water into sugar and oxygen</w:t>
            </w:r>
          </w:p>
        </w:tc>
      </w:tr>
      <w:tr w:rsidR="00BB1E81" w14:paraId="318B027F" w14:textId="77777777" w:rsidTr="00BB1E81">
        <w:tc>
          <w:tcPr>
            <w:tcW w:w="1188" w:type="dxa"/>
          </w:tcPr>
          <w:p w14:paraId="0FA6371F" w14:textId="77777777" w:rsidR="00BB1E81" w:rsidRDefault="00BB1E81" w:rsidP="00BB1E81">
            <w:pPr>
              <w:pStyle w:val="ListParagraph"/>
              <w:spacing w:line="360" w:lineRule="auto"/>
              <w:ind w:left="0"/>
              <w:rPr>
                <w:rFonts w:ascii="Calibri" w:hAnsi="Calibri"/>
              </w:rPr>
            </w:pPr>
          </w:p>
        </w:tc>
        <w:tc>
          <w:tcPr>
            <w:tcW w:w="3600" w:type="dxa"/>
          </w:tcPr>
          <w:p w14:paraId="769D4C77" w14:textId="7073E710" w:rsidR="00BB1E81" w:rsidRDefault="00BB1E81" w:rsidP="00BB1E81">
            <w:pPr>
              <w:pStyle w:val="ListParagraph"/>
              <w:ind w:left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You cut your hair</w:t>
            </w:r>
          </w:p>
        </w:tc>
        <w:tc>
          <w:tcPr>
            <w:tcW w:w="1080" w:type="dxa"/>
          </w:tcPr>
          <w:p w14:paraId="0B8B77E1" w14:textId="77777777" w:rsidR="00BB1E81" w:rsidRDefault="00BB1E81" w:rsidP="00BB1E81">
            <w:pPr>
              <w:pStyle w:val="ListParagraph"/>
              <w:ind w:left="0"/>
              <w:rPr>
                <w:rFonts w:ascii="Calibri" w:hAnsi="Calibri"/>
              </w:rPr>
            </w:pPr>
          </w:p>
        </w:tc>
        <w:tc>
          <w:tcPr>
            <w:tcW w:w="3708" w:type="dxa"/>
          </w:tcPr>
          <w:p w14:paraId="0082B5F4" w14:textId="6456AA05" w:rsidR="00BB1E81" w:rsidRDefault="00BB1E81" w:rsidP="00BB1E81">
            <w:pPr>
              <w:pStyle w:val="ListParagraph"/>
              <w:ind w:left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Water freezes to form ice</w:t>
            </w:r>
          </w:p>
        </w:tc>
      </w:tr>
      <w:tr w:rsidR="00BB1E81" w14:paraId="0859763C" w14:textId="77777777" w:rsidTr="00BB1E81">
        <w:tc>
          <w:tcPr>
            <w:tcW w:w="1188" w:type="dxa"/>
          </w:tcPr>
          <w:p w14:paraId="3CEB8619" w14:textId="77777777" w:rsidR="00BB1E81" w:rsidRDefault="00BB1E81" w:rsidP="00BB1E81">
            <w:pPr>
              <w:pStyle w:val="ListParagraph"/>
              <w:ind w:left="0"/>
              <w:rPr>
                <w:rFonts w:ascii="Calibri" w:hAnsi="Calibri"/>
              </w:rPr>
            </w:pPr>
          </w:p>
        </w:tc>
        <w:tc>
          <w:tcPr>
            <w:tcW w:w="3600" w:type="dxa"/>
          </w:tcPr>
          <w:p w14:paraId="328448C2" w14:textId="2A59DE9F" w:rsidR="00BB1E81" w:rsidRDefault="00BB1E81" w:rsidP="00BB1E81">
            <w:pPr>
              <w:pStyle w:val="ListParagraph"/>
              <w:ind w:left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Copper turns green when exposed to the environment</w:t>
            </w:r>
          </w:p>
        </w:tc>
        <w:tc>
          <w:tcPr>
            <w:tcW w:w="1080" w:type="dxa"/>
          </w:tcPr>
          <w:p w14:paraId="17E80A34" w14:textId="77777777" w:rsidR="00BB1E81" w:rsidRDefault="00BB1E81" w:rsidP="00BB1E81">
            <w:pPr>
              <w:pStyle w:val="ListParagraph"/>
              <w:ind w:left="0"/>
              <w:rPr>
                <w:rFonts w:ascii="Calibri" w:hAnsi="Calibri"/>
              </w:rPr>
            </w:pPr>
          </w:p>
        </w:tc>
        <w:tc>
          <w:tcPr>
            <w:tcW w:w="3708" w:type="dxa"/>
          </w:tcPr>
          <w:p w14:paraId="3BDC2A8F" w14:textId="3E80D748" w:rsidR="00BB1E81" w:rsidRDefault="00BB1E81" w:rsidP="00BB1E81">
            <w:pPr>
              <w:pStyle w:val="ListParagraph"/>
              <w:ind w:left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Two clear liquids produce a cloudy yellow precipitate when mixed</w:t>
            </w:r>
          </w:p>
        </w:tc>
      </w:tr>
      <w:tr w:rsidR="00BB1E81" w14:paraId="7A7AA66E" w14:textId="77777777" w:rsidTr="00BB1E81">
        <w:tc>
          <w:tcPr>
            <w:tcW w:w="1188" w:type="dxa"/>
          </w:tcPr>
          <w:p w14:paraId="6B199DCE" w14:textId="77777777" w:rsidR="00BB1E81" w:rsidRDefault="00BB1E81" w:rsidP="00BB1E81">
            <w:pPr>
              <w:pStyle w:val="ListParagraph"/>
              <w:spacing w:line="360" w:lineRule="auto"/>
              <w:ind w:left="0"/>
              <w:rPr>
                <w:rFonts w:ascii="Calibri" w:hAnsi="Calibri"/>
              </w:rPr>
            </w:pPr>
          </w:p>
        </w:tc>
        <w:tc>
          <w:tcPr>
            <w:tcW w:w="3600" w:type="dxa"/>
          </w:tcPr>
          <w:p w14:paraId="50C7E903" w14:textId="30D423E0" w:rsidR="00BB1E81" w:rsidRDefault="00BB1E81" w:rsidP="00BB1E81">
            <w:pPr>
              <w:pStyle w:val="ListParagraph"/>
              <w:ind w:left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 piece of metal is bent in half</w:t>
            </w:r>
          </w:p>
        </w:tc>
        <w:tc>
          <w:tcPr>
            <w:tcW w:w="1080" w:type="dxa"/>
          </w:tcPr>
          <w:p w14:paraId="2042F7A0" w14:textId="77777777" w:rsidR="00BB1E81" w:rsidRDefault="00BB1E81" w:rsidP="00BB1E81">
            <w:pPr>
              <w:pStyle w:val="ListParagraph"/>
              <w:ind w:left="0"/>
              <w:rPr>
                <w:rFonts w:ascii="Calibri" w:hAnsi="Calibri"/>
              </w:rPr>
            </w:pPr>
          </w:p>
        </w:tc>
        <w:tc>
          <w:tcPr>
            <w:tcW w:w="3708" w:type="dxa"/>
          </w:tcPr>
          <w:p w14:paraId="44227F4E" w14:textId="2543B51C" w:rsidR="00BB1E81" w:rsidRDefault="00BB1E81" w:rsidP="00BB1E81">
            <w:pPr>
              <w:pStyle w:val="ListParagraph"/>
              <w:ind w:left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Eggs turn into an omelet</w:t>
            </w:r>
          </w:p>
        </w:tc>
      </w:tr>
      <w:tr w:rsidR="00BB1E81" w14:paraId="05BDCE17" w14:textId="77777777" w:rsidTr="00BB1E81">
        <w:tc>
          <w:tcPr>
            <w:tcW w:w="1188" w:type="dxa"/>
          </w:tcPr>
          <w:p w14:paraId="4E4FB4A9" w14:textId="77777777" w:rsidR="00BB1E81" w:rsidRDefault="00BB1E81" w:rsidP="00BB1E81">
            <w:pPr>
              <w:pStyle w:val="ListParagraph"/>
              <w:ind w:left="0"/>
              <w:rPr>
                <w:rFonts w:ascii="Calibri" w:hAnsi="Calibri"/>
              </w:rPr>
            </w:pPr>
          </w:p>
        </w:tc>
        <w:tc>
          <w:tcPr>
            <w:tcW w:w="3600" w:type="dxa"/>
          </w:tcPr>
          <w:p w14:paraId="62D2840B" w14:textId="5ADEA9F1" w:rsidR="00BB1E81" w:rsidRDefault="00BB1E81" w:rsidP="00BB1E81">
            <w:pPr>
              <w:pStyle w:val="ListParagraph"/>
              <w:ind w:left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An aspirin is crushed into a fine powder</w:t>
            </w:r>
          </w:p>
        </w:tc>
        <w:tc>
          <w:tcPr>
            <w:tcW w:w="1080" w:type="dxa"/>
          </w:tcPr>
          <w:p w14:paraId="4120933B" w14:textId="77777777" w:rsidR="00BB1E81" w:rsidRDefault="00BB1E81" w:rsidP="00BB1E81">
            <w:pPr>
              <w:pStyle w:val="ListParagraph"/>
              <w:ind w:left="0"/>
              <w:rPr>
                <w:rFonts w:ascii="Calibri" w:hAnsi="Calibri"/>
              </w:rPr>
            </w:pPr>
          </w:p>
        </w:tc>
        <w:tc>
          <w:tcPr>
            <w:tcW w:w="3708" w:type="dxa"/>
          </w:tcPr>
          <w:p w14:paraId="19BD143B" w14:textId="2E0DE0B7" w:rsidR="00BB1E81" w:rsidRDefault="00BB1E81" w:rsidP="00BB1E81">
            <w:pPr>
              <w:pStyle w:val="ListParagraph"/>
              <w:ind w:left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 popsicle melts</w:t>
            </w:r>
          </w:p>
        </w:tc>
      </w:tr>
      <w:tr w:rsidR="00BB1E81" w14:paraId="4100BEBE" w14:textId="77777777" w:rsidTr="00BB1E81">
        <w:tc>
          <w:tcPr>
            <w:tcW w:w="1188" w:type="dxa"/>
          </w:tcPr>
          <w:p w14:paraId="5D97F3BD" w14:textId="77777777" w:rsidR="00BB1E81" w:rsidRDefault="00BB1E81" w:rsidP="00BB1E81">
            <w:pPr>
              <w:pStyle w:val="ListParagraph"/>
              <w:ind w:left="0"/>
              <w:rPr>
                <w:rFonts w:ascii="Calibri" w:hAnsi="Calibri"/>
              </w:rPr>
            </w:pPr>
          </w:p>
        </w:tc>
        <w:tc>
          <w:tcPr>
            <w:tcW w:w="3600" w:type="dxa"/>
          </w:tcPr>
          <w:p w14:paraId="296E7A05" w14:textId="3ED6BB66" w:rsidR="00BB1E81" w:rsidRDefault="00BB1E81" w:rsidP="00BB1E81">
            <w:pPr>
              <w:pStyle w:val="ListParagraph"/>
              <w:ind w:left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Water evaporates into steam</w:t>
            </w:r>
          </w:p>
        </w:tc>
        <w:tc>
          <w:tcPr>
            <w:tcW w:w="1080" w:type="dxa"/>
          </w:tcPr>
          <w:p w14:paraId="0E4BDBED" w14:textId="77777777" w:rsidR="00BB1E81" w:rsidRDefault="00BB1E81" w:rsidP="00BB1E81">
            <w:pPr>
              <w:pStyle w:val="ListParagraph"/>
              <w:ind w:left="0"/>
              <w:rPr>
                <w:rFonts w:ascii="Calibri" w:hAnsi="Calibri"/>
              </w:rPr>
            </w:pPr>
          </w:p>
        </w:tc>
        <w:tc>
          <w:tcPr>
            <w:tcW w:w="3708" w:type="dxa"/>
          </w:tcPr>
          <w:p w14:paraId="0F40B8DD" w14:textId="6B7E458F" w:rsidR="00BB1E81" w:rsidRDefault="00BB1E81" w:rsidP="00BB1E81">
            <w:pPr>
              <w:pStyle w:val="ListParagraph"/>
              <w:ind w:left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Dew forms on grass in the early morning</w:t>
            </w:r>
          </w:p>
        </w:tc>
      </w:tr>
      <w:tr w:rsidR="00BB1E81" w14:paraId="1D078056" w14:textId="77777777" w:rsidTr="00BB1E81">
        <w:tc>
          <w:tcPr>
            <w:tcW w:w="1188" w:type="dxa"/>
          </w:tcPr>
          <w:p w14:paraId="54A24B4D" w14:textId="77777777" w:rsidR="00BB1E81" w:rsidRDefault="00BB1E81" w:rsidP="00BB1E81">
            <w:pPr>
              <w:pStyle w:val="ListParagraph"/>
              <w:ind w:left="0"/>
              <w:rPr>
                <w:rFonts w:ascii="Calibri" w:hAnsi="Calibri"/>
              </w:rPr>
            </w:pPr>
          </w:p>
        </w:tc>
        <w:tc>
          <w:tcPr>
            <w:tcW w:w="3600" w:type="dxa"/>
          </w:tcPr>
          <w:p w14:paraId="712F9F5D" w14:textId="7A500ED7" w:rsidR="00BB1E81" w:rsidRDefault="00BB1E81" w:rsidP="00BB1E81">
            <w:pPr>
              <w:pStyle w:val="ListParagraph"/>
              <w:ind w:left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Hydrochloric acid reacts with acid and bubbles</w:t>
            </w:r>
          </w:p>
        </w:tc>
        <w:tc>
          <w:tcPr>
            <w:tcW w:w="1080" w:type="dxa"/>
          </w:tcPr>
          <w:p w14:paraId="4B019D2F" w14:textId="77777777" w:rsidR="00BB1E81" w:rsidRDefault="00BB1E81" w:rsidP="00BB1E81">
            <w:pPr>
              <w:pStyle w:val="ListParagraph"/>
              <w:ind w:left="0"/>
              <w:rPr>
                <w:rFonts w:ascii="Calibri" w:hAnsi="Calibri"/>
              </w:rPr>
            </w:pPr>
          </w:p>
        </w:tc>
        <w:tc>
          <w:tcPr>
            <w:tcW w:w="3708" w:type="dxa"/>
          </w:tcPr>
          <w:p w14:paraId="17F7EB38" w14:textId="32752796" w:rsidR="00BB1E81" w:rsidRDefault="00BB1E81" w:rsidP="00BB1E81">
            <w:pPr>
              <w:pStyle w:val="ListParagraph"/>
              <w:ind w:left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Diamonds are used to scratch glass</w:t>
            </w:r>
          </w:p>
        </w:tc>
      </w:tr>
      <w:tr w:rsidR="00BB1E81" w14:paraId="5724AF7D" w14:textId="77777777" w:rsidTr="00BB1E81">
        <w:tc>
          <w:tcPr>
            <w:tcW w:w="1188" w:type="dxa"/>
          </w:tcPr>
          <w:p w14:paraId="30B0679E" w14:textId="77777777" w:rsidR="00BB1E81" w:rsidRDefault="00BB1E81" w:rsidP="00BB1E81">
            <w:pPr>
              <w:pStyle w:val="ListParagraph"/>
              <w:ind w:left="0"/>
              <w:rPr>
                <w:rFonts w:ascii="Calibri" w:hAnsi="Calibri"/>
              </w:rPr>
            </w:pPr>
          </w:p>
        </w:tc>
        <w:tc>
          <w:tcPr>
            <w:tcW w:w="3600" w:type="dxa"/>
          </w:tcPr>
          <w:p w14:paraId="7A83E0DA" w14:textId="5734FE1E" w:rsidR="00BB1E81" w:rsidRDefault="00BB1E81" w:rsidP="00BB1E81">
            <w:pPr>
              <w:pStyle w:val="ListParagraph"/>
              <w:ind w:left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Old ham goes bad in the refrigerator</w:t>
            </w:r>
          </w:p>
        </w:tc>
        <w:tc>
          <w:tcPr>
            <w:tcW w:w="1080" w:type="dxa"/>
          </w:tcPr>
          <w:p w14:paraId="3055FDD6" w14:textId="77777777" w:rsidR="00BB1E81" w:rsidRDefault="00BB1E81" w:rsidP="00BB1E81">
            <w:pPr>
              <w:pStyle w:val="ListParagraph"/>
              <w:ind w:left="0"/>
              <w:rPr>
                <w:rFonts w:ascii="Calibri" w:hAnsi="Calibri"/>
              </w:rPr>
            </w:pPr>
          </w:p>
        </w:tc>
        <w:tc>
          <w:tcPr>
            <w:tcW w:w="3708" w:type="dxa"/>
          </w:tcPr>
          <w:p w14:paraId="6DF7D148" w14:textId="3E714D1D" w:rsidR="00BB1E81" w:rsidRDefault="00BB1E81" w:rsidP="00BB1E81">
            <w:pPr>
              <w:pStyle w:val="ListParagraph"/>
              <w:ind w:left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Meat blackens when cooked too long on the grill</w:t>
            </w:r>
          </w:p>
        </w:tc>
      </w:tr>
      <w:tr w:rsidR="00BB1E81" w14:paraId="65716A46" w14:textId="77777777" w:rsidTr="00BB1E81">
        <w:tc>
          <w:tcPr>
            <w:tcW w:w="1188" w:type="dxa"/>
          </w:tcPr>
          <w:p w14:paraId="58D982BD" w14:textId="77777777" w:rsidR="00BB1E81" w:rsidRDefault="00BB1E81" w:rsidP="00BB1E81">
            <w:pPr>
              <w:pStyle w:val="ListParagraph"/>
              <w:ind w:left="0"/>
              <w:rPr>
                <w:rFonts w:ascii="Calibri" w:hAnsi="Calibri"/>
              </w:rPr>
            </w:pPr>
          </w:p>
        </w:tc>
        <w:tc>
          <w:tcPr>
            <w:tcW w:w="3600" w:type="dxa"/>
          </w:tcPr>
          <w:p w14:paraId="2B7965D4" w14:textId="7B567271" w:rsidR="00BB1E81" w:rsidRDefault="00BB1E81" w:rsidP="00BB1E81">
            <w:pPr>
              <w:pStyle w:val="ListParagraph"/>
              <w:ind w:left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 piece of paper is crumpled up</w:t>
            </w:r>
          </w:p>
        </w:tc>
        <w:tc>
          <w:tcPr>
            <w:tcW w:w="1080" w:type="dxa"/>
          </w:tcPr>
          <w:p w14:paraId="6B442F55" w14:textId="77777777" w:rsidR="00BB1E81" w:rsidRDefault="00BB1E81" w:rsidP="00BB1E81">
            <w:pPr>
              <w:pStyle w:val="ListParagraph"/>
              <w:ind w:left="0"/>
              <w:rPr>
                <w:rFonts w:ascii="Calibri" w:hAnsi="Calibri"/>
              </w:rPr>
            </w:pPr>
          </w:p>
        </w:tc>
        <w:tc>
          <w:tcPr>
            <w:tcW w:w="3708" w:type="dxa"/>
          </w:tcPr>
          <w:p w14:paraId="31D8CE5C" w14:textId="67EB5A30" w:rsidR="00BB1E81" w:rsidRDefault="00BB1E81" w:rsidP="00BB1E81">
            <w:pPr>
              <w:pStyle w:val="ListParagraph"/>
              <w:ind w:left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Spilling acid on cotton jeans creates a hole in them</w:t>
            </w:r>
          </w:p>
        </w:tc>
      </w:tr>
    </w:tbl>
    <w:p w14:paraId="75C639D6" w14:textId="77777777" w:rsidR="004D4491" w:rsidRDefault="004D4491" w:rsidP="00F95F70">
      <w:pPr>
        <w:rPr>
          <w:rFonts w:ascii="Calibri" w:hAnsi="Calibri"/>
        </w:rPr>
      </w:pPr>
    </w:p>
    <w:p w14:paraId="6D73397A" w14:textId="77777777" w:rsidR="00BB1E81" w:rsidRDefault="00BB1E81" w:rsidP="00F95F70">
      <w:pPr>
        <w:rPr>
          <w:rFonts w:ascii="Calibri" w:hAnsi="Calibri"/>
        </w:rPr>
      </w:pPr>
    </w:p>
    <w:p w14:paraId="537C7AE9" w14:textId="7F44B8FF" w:rsidR="00BB1E81" w:rsidRDefault="00BB1E81" w:rsidP="00BB1E81">
      <w:pPr>
        <w:pStyle w:val="ListParagraph"/>
        <w:numPr>
          <w:ilvl w:val="0"/>
          <w:numId w:val="5"/>
        </w:numPr>
        <w:ind w:left="-90"/>
        <w:rPr>
          <w:rFonts w:ascii="Calibri" w:hAnsi="Calibri"/>
        </w:rPr>
      </w:pPr>
      <w:r>
        <w:rPr>
          <w:rFonts w:ascii="Calibri" w:hAnsi="Calibri"/>
        </w:rPr>
        <w:t>Identify as an element, compound, heterogeneous mixture, or homogenous mixture (solution).</w:t>
      </w:r>
    </w:p>
    <w:tbl>
      <w:tblPr>
        <w:tblStyle w:val="TableGrid"/>
        <w:tblW w:w="0" w:type="auto"/>
        <w:tblInd w:w="-72" w:type="dxa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BB1E81" w14:paraId="73866C03" w14:textId="77777777" w:rsidTr="00BB1E81">
        <w:tc>
          <w:tcPr>
            <w:tcW w:w="2394" w:type="dxa"/>
          </w:tcPr>
          <w:p w14:paraId="1348CCA0" w14:textId="77777777" w:rsidR="00BB1E81" w:rsidRDefault="00BB1E81" w:rsidP="00BB1E81">
            <w:pPr>
              <w:rPr>
                <w:rFonts w:ascii="Calibri" w:hAnsi="Calibri"/>
              </w:rPr>
            </w:pPr>
          </w:p>
        </w:tc>
        <w:tc>
          <w:tcPr>
            <w:tcW w:w="2394" w:type="dxa"/>
          </w:tcPr>
          <w:p w14:paraId="6ADEDB95" w14:textId="337705FB" w:rsidR="00BB1E81" w:rsidRDefault="00BB1E81" w:rsidP="00BB1E8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Air</w:t>
            </w:r>
          </w:p>
        </w:tc>
        <w:tc>
          <w:tcPr>
            <w:tcW w:w="2394" w:type="dxa"/>
          </w:tcPr>
          <w:p w14:paraId="029ACB95" w14:textId="77777777" w:rsidR="00BB1E81" w:rsidRDefault="00BB1E81" w:rsidP="00BB1E81">
            <w:pPr>
              <w:spacing w:line="360" w:lineRule="auto"/>
              <w:rPr>
                <w:rFonts w:ascii="Calibri" w:hAnsi="Calibri"/>
              </w:rPr>
            </w:pPr>
          </w:p>
        </w:tc>
        <w:tc>
          <w:tcPr>
            <w:tcW w:w="2394" w:type="dxa"/>
          </w:tcPr>
          <w:p w14:paraId="0780CEB3" w14:textId="40D0C4BE" w:rsidR="00BB1E81" w:rsidRDefault="00BB1E81" w:rsidP="00BB1E8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Wood</w:t>
            </w:r>
          </w:p>
        </w:tc>
      </w:tr>
      <w:tr w:rsidR="00BB1E81" w14:paraId="4F769BC1" w14:textId="77777777" w:rsidTr="00BB1E81">
        <w:tc>
          <w:tcPr>
            <w:tcW w:w="2394" w:type="dxa"/>
          </w:tcPr>
          <w:p w14:paraId="06EAAEC3" w14:textId="77777777" w:rsidR="00BB1E81" w:rsidRDefault="00BB1E81" w:rsidP="00BB1E81">
            <w:pPr>
              <w:rPr>
                <w:rFonts w:ascii="Calibri" w:hAnsi="Calibri"/>
              </w:rPr>
            </w:pPr>
          </w:p>
        </w:tc>
        <w:tc>
          <w:tcPr>
            <w:tcW w:w="2394" w:type="dxa"/>
          </w:tcPr>
          <w:p w14:paraId="743F26F5" w14:textId="66903725" w:rsidR="00BB1E81" w:rsidRDefault="00BB1E81" w:rsidP="00BB1E8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Manganese (Mn)</w:t>
            </w:r>
          </w:p>
        </w:tc>
        <w:tc>
          <w:tcPr>
            <w:tcW w:w="2394" w:type="dxa"/>
          </w:tcPr>
          <w:p w14:paraId="35C68715" w14:textId="0B9F2CF8" w:rsidR="00BB1E81" w:rsidRDefault="00BB1E81" w:rsidP="00BB1E81">
            <w:pPr>
              <w:spacing w:line="360" w:lineRule="auto"/>
              <w:rPr>
                <w:rFonts w:ascii="Calibri" w:hAnsi="Calibri"/>
              </w:rPr>
            </w:pPr>
          </w:p>
        </w:tc>
        <w:tc>
          <w:tcPr>
            <w:tcW w:w="2394" w:type="dxa"/>
          </w:tcPr>
          <w:p w14:paraId="1C38F0B2" w14:textId="7B49DCBA" w:rsidR="00BB1E81" w:rsidRDefault="00BB1E81" w:rsidP="00BB1E8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Apple pie</w:t>
            </w:r>
          </w:p>
        </w:tc>
      </w:tr>
      <w:tr w:rsidR="00BB1E81" w14:paraId="725C58D4" w14:textId="77777777" w:rsidTr="00BB1E81">
        <w:tc>
          <w:tcPr>
            <w:tcW w:w="2394" w:type="dxa"/>
          </w:tcPr>
          <w:p w14:paraId="144212B5" w14:textId="77777777" w:rsidR="00BB1E81" w:rsidRDefault="00BB1E81" w:rsidP="00BB1E81">
            <w:pPr>
              <w:rPr>
                <w:rFonts w:ascii="Calibri" w:hAnsi="Calibri"/>
              </w:rPr>
            </w:pPr>
          </w:p>
        </w:tc>
        <w:tc>
          <w:tcPr>
            <w:tcW w:w="2394" w:type="dxa"/>
          </w:tcPr>
          <w:p w14:paraId="45D46A31" w14:textId="74F3548C" w:rsidR="00BB1E81" w:rsidRDefault="00BB1E81" w:rsidP="00BB1E8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A teaspoon of sugar</w:t>
            </w:r>
          </w:p>
        </w:tc>
        <w:tc>
          <w:tcPr>
            <w:tcW w:w="2394" w:type="dxa"/>
          </w:tcPr>
          <w:p w14:paraId="00FABBBC" w14:textId="77777777" w:rsidR="00BB1E81" w:rsidRDefault="00BB1E81" w:rsidP="00BB1E81">
            <w:pPr>
              <w:spacing w:line="360" w:lineRule="auto"/>
              <w:rPr>
                <w:rFonts w:ascii="Calibri" w:hAnsi="Calibri"/>
              </w:rPr>
            </w:pPr>
          </w:p>
        </w:tc>
        <w:tc>
          <w:tcPr>
            <w:tcW w:w="2394" w:type="dxa"/>
          </w:tcPr>
          <w:p w14:paraId="2E00DE49" w14:textId="5A32CA5C" w:rsidR="00BB1E81" w:rsidRDefault="00BB1E81" w:rsidP="00BB1E8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Gold (Au)</w:t>
            </w:r>
          </w:p>
        </w:tc>
      </w:tr>
      <w:tr w:rsidR="00BB1E81" w14:paraId="47A4C4CC" w14:textId="77777777" w:rsidTr="00BB1E81">
        <w:tc>
          <w:tcPr>
            <w:tcW w:w="2394" w:type="dxa"/>
          </w:tcPr>
          <w:p w14:paraId="5BC8BF34" w14:textId="77777777" w:rsidR="00BB1E81" w:rsidRDefault="00BB1E81" w:rsidP="00BB1E81">
            <w:pPr>
              <w:rPr>
                <w:rFonts w:ascii="Calibri" w:hAnsi="Calibri"/>
              </w:rPr>
            </w:pPr>
          </w:p>
        </w:tc>
        <w:tc>
          <w:tcPr>
            <w:tcW w:w="2394" w:type="dxa"/>
          </w:tcPr>
          <w:p w14:paraId="3F5C0BA0" w14:textId="7E971165" w:rsidR="00BB1E81" w:rsidRDefault="00BB1E81" w:rsidP="00BB1E8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Salad dressing</w:t>
            </w:r>
          </w:p>
        </w:tc>
        <w:tc>
          <w:tcPr>
            <w:tcW w:w="2394" w:type="dxa"/>
          </w:tcPr>
          <w:p w14:paraId="4936DBE1" w14:textId="77777777" w:rsidR="00BB1E81" w:rsidRDefault="00BB1E81" w:rsidP="00BB1E81">
            <w:pPr>
              <w:spacing w:line="360" w:lineRule="auto"/>
              <w:rPr>
                <w:rFonts w:ascii="Calibri" w:hAnsi="Calibri"/>
              </w:rPr>
            </w:pPr>
          </w:p>
        </w:tc>
        <w:tc>
          <w:tcPr>
            <w:tcW w:w="2394" w:type="dxa"/>
          </w:tcPr>
          <w:p w14:paraId="589E3003" w14:textId="6989FEAA" w:rsidR="00BB1E81" w:rsidRDefault="00BB1E81" w:rsidP="00BB1E8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Milk</w:t>
            </w:r>
          </w:p>
        </w:tc>
      </w:tr>
      <w:tr w:rsidR="00BB1E81" w14:paraId="35531685" w14:textId="77777777" w:rsidTr="00BB1E81">
        <w:tc>
          <w:tcPr>
            <w:tcW w:w="2394" w:type="dxa"/>
          </w:tcPr>
          <w:p w14:paraId="171E9A8E" w14:textId="77777777" w:rsidR="00BB1E81" w:rsidRDefault="00BB1E81" w:rsidP="00BB1E81">
            <w:pPr>
              <w:rPr>
                <w:rFonts w:ascii="Calibri" w:hAnsi="Calibri"/>
              </w:rPr>
            </w:pPr>
          </w:p>
        </w:tc>
        <w:tc>
          <w:tcPr>
            <w:tcW w:w="2394" w:type="dxa"/>
          </w:tcPr>
          <w:p w14:paraId="0C1C0844" w14:textId="3831D0C3" w:rsidR="00BB1E81" w:rsidRDefault="00BB1E81" w:rsidP="00BB1E8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Muddy water</w:t>
            </w:r>
          </w:p>
        </w:tc>
        <w:tc>
          <w:tcPr>
            <w:tcW w:w="2394" w:type="dxa"/>
          </w:tcPr>
          <w:p w14:paraId="2A75C18A" w14:textId="77777777" w:rsidR="00BB1E81" w:rsidRDefault="00BB1E81" w:rsidP="00BB1E81">
            <w:pPr>
              <w:rPr>
                <w:rFonts w:ascii="Calibri" w:hAnsi="Calibri"/>
              </w:rPr>
            </w:pPr>
          </w:p>
        </w:tc>
        <w:tc>
          <w:tcPr>
            <w:tcW w:w="2394" w:type="dxa"/>
          </w:tcPr>
          <w:p w14:paraId="028EA4C0" w14:textId="1CB966E0" w:rsidR="00BB1E81" w:rsidRDefault="00BB1E81" w:rsidP="00BB1E8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Sugar dissolved in water</w:t>
            </w:r>
          </w:p>
        </w:tc>
      </w:tr>
      <w:tr w:rsidR="00BB1E81" w14:paraId="7671424A" w14:textId="77777777" w:rsidTr="00BB1E81">
        <w:tc>
          <w:tcPr>
            <w:tcW w:w="2394" w:type="dxa"/>
          </w:tcPr>
          <w:p w14:paraId="4F93ABB5" w14:textId="77777777" w:rsidR="00BB1E81" w:rsidRDefault="00BB1E81" w:rsidP="00BB1E81">
            <w:pPr>
              <w:rPr>
                <w:rFonts w:ascii="Calibri" w:hAnsi="Calibri"/>
              </w:rPr>
            </w:pPr>
          </w:p>
        </w:tc>
        <w:tc>
          <w:tcPr>
            <w:tcW w:w="2394" w:type="dxa"/>
          </w:tcPr>
          <w:p w14:paraId="6F2F22DB" w14:textId="3289F0BC" w:rsidR="00BB1E81" w:rsidRDefault="00BB1E81" w:rsidP="00BB1E8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Brass</w:t>
            </w:r>
          </w:p>
        </w:tc>
        <w:tc>
          <w:tcPr>
            <w:tcW w:w="2394" w:type="dxa"/>
          </w:tcPr>
          <w:p w14:paraId="7E591F2B" w14:textId="77777777" w:rsidR="00BB1E81" w:rsidRDefault="00BB1E81" w:rsidP="00BB1E81">
            <w:pPr>
              <w:spacing w:line="360" w:lineRule="auto"/>
              <w:rPr>
                <w:rFonts w:ascii="Calibri" w:hAnsi="Calibri"/>
              </w:rPr>
            </w:pPr>
          </w:p>
        </w:tc>
        <w:tc>
          <w:tcPr>
            <w:tcW w:w="2394" w:type="dxa"/>
          </w:tcPr>
          <w:p w14:paraId="3C0DBF50" w14:textId="4B06EAE0" w:rsidR="00BB1E81" w:rsidRDefault="00BB1E81" w:rsidP="00BB1E8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Aluminum foil</w:t>
            </w:r>
          </w:p>
        </w:tc>
      </w:tr>
      <w:tr w:rsidR="00BB1E81" w14:paraId="4E5283AD" w14:textId="77777777" w:rsidTr="00BB1E81">
        <w:tc>
          <w:tcPr>
            <w:tcW w:w="2394" w:type="dxa"/>
          </w:tcPr>
          <w:p w14:paraId="7209161A" w14:textId="77777777" w:rsidR="00BB1E81" w:rsidRDefault="00BB1E81" w:rsidP="00BB1E81">
            <w:pPr>
              <w:rPr>
                <w:rFonts w:ascii="Calibri" w:hAnsi="Calibri"/>
              </w:rPr>
            </w:pPr>
          </w:p>
        </w:tc>
        <w:tc>
          <w:tcPr>
            <w:tcW w:w="2394" w:type="dxa"/>
          </w:tcPr>
          <w:p w14:paraId="61A1E226" w14:textId="020A10D9" w:rsidR="00BB1E81" w:rsidRDefault="00BB1E81" w:rsidP="00BB1E8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CuSO</w:t>
            </w:r>
            <w:r w:rsidRPr="00BB1E81">
              <w:rPr>
                <w:rFonts w:ascii="Calibri" w:hAnsi="Calibri"/>
                <w:vertAlign w:val="subscript"/>
              </w:rPr>
              <w:t>4</w:t>
            </w:r>
          </w:p>
        </w:tc>
        <w:tc>
          <w:tcPr>
            <w:tcW w:w="2394" w:type="dxa"/>
          </w:tcPr>
          <w:p w14:paraId="1A6DABA4" w14:textId="77777777" w:rsidR="00BB1E81" w:rsidRDefault="00BB1E81" w:rsidP="00BB1E81">
            <w:pPr>
              <w:spacing w:line="360" w:lineRule="auto"/>
              <w:rPr>
                <w:rFonts w:ascii="Calibri" w:hAnsi="Calibri"/>
              </w:rPr>
            </w:pPr>
          </w:p>
        </w:tc>
        <w:tc>
          <w:tcPr>
            <w:tcW w:w="2394" w:type="dxa"/>
          </w:tcPr>
          <w:p w14:paraId="7C5E7244" w14:textId="636D7F58" w:rsidR="00BB1E81" w:rsidRDefault="00BB1E81" w:rsidP="00BB1E8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Carbon dioxide</w:t>
            </w:r>
          </w:p>
        </w:tc>
      </w:tr>
    </w:tbl>
    <w:p w14:paraId="168BCA16" w14:textId="77777777" w:rsidR="00CE5020" w:rsidRPr="00377FD6" w:rsidRDefault="00CE5020" w:rsidP="0014131E">
      <w:pPr>
        <w:rPr>
          <w:rFonts w:ascii="Calibri" w:hAnsi="Calibri"/>
        </w:rPr>
      </w:pPr>
      <w:bookmarkStart w:id="0" w:name="_GoBack"/>
      <w:bookmarkEnd w:id="0"/>
    </w:p>
    <w:sectPr w:rsidR="00CE5020" w:rsidRPr="00377FD6" w:rsidSect="00BB1E81">
      <w:footerReference w:type="even" r:id="rId10"/>
      <w:footerReference w:type="default" r:id="rId11"/>
      <w:footerReference w:type="first" r:id="rId12"/>
      <w:footnotePr>
        <w:pos w:val="beneathText"/>
      </w:footnotePr>
      <w:type w:val="continuous"/>
      <w:pgSz w:w="12240" w:h="15840"/>
      <w:pgMar w:top="720" w:right="1440" w:bottom="720" w:left="144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8302F9" w14:textId="77777777" w:rsidR="00D31B31" w:rsidRDefault="00D31B31">
      <w:r>
        <w:separator/>
      </w:r>
    </w:p>
  </w:endnote>
  <w:endnote w:type="continuationSeparator" w:id="0">
    <w:p w14:paraId="5A6D80B1" w14:textId="77777777" w:rsidR="00D31B31" w:rsidRDefault="00D31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113A3C" w14:textId="77777777" w:rsidR="00C404C2" w:rsidRDefault="00C404C2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FD70DF" w14:textId="77777777" w:rsidR="00C404C2" w:rsidRDefault="00C404C2"/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A33196" w14:textId="77777777" w:rsidR="00C404C2" w:rsidRDefault="00C404C2"/>
</w:ftr>
</file>

<file path=word/footer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B1D77E" w14:textId="77777777" w:rsidR="00C404C2" w:rsidRDefault="00C404C2"/>
</w:ftr>
</file>

<file path=word/footer5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8033A0" w14:textId="77777777" w:rsidR="00C404C2" w:rsidRDefault="00C404C2"/>
</w:ftr>
</file>

<file path=word/footer6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F852A" w14:textId="77777777" w:rsidR="00C404C2" w:rsidRDefault="00C404C2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14A8E1" w14:textId="77777777" w:rsidR="00D31B31" w:rsidRDefault="00D31B31">
      <w:r>
        <w:separator/>
      </w:r>
    </w:p>
  </w:footnote>
  <w:footnote w:type="continuationSeparator" w:id="0">
    <w:p w14:paraId="6D7AA3F4" w14:textId="77777777" w:rsidR="00D31B31" w:rsidRDefault="00D31B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83762C"/>
    <w:multiLevelType w:val="multilevel"/>
    <w:tmpl w:val="1360C7A0"/>
    <w:lvl w:ilvl="0">
      <w:start w:val="1"/>
      <w:numFmt w:val="decimal"/>
      <w:lvlText w:val="%1."/>
      <w:lvlJc w:val="left"/>
      <w:pPr>
        <w:ind w:left="800" w:hanging="44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40" w:hanging="4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E27A38"/>
    <w:multiLevelType w:val="hybridMultilevel"/>
    <w:tmpl w:val="FC887C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D40CE3"/>
    <w:multiLevelType w:val="hybridMultilevel"/>
    <w:tmpl w:val="42F2C4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8C14A3"/>
    <w:multiLevelType w:val="hybridMultilevel"/>
    <w:tmpl w:val="C9B01CA0"/>
    <w:lvl w:ilvl="0" w:tplc="975876AA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EastAsia" w:hAnsiTheme="maj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EE7229"/>
    <w:multiLevelType w:val="hybridMultilevel"/>
    <w:tmpl w:val="0D303A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0608A9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C433F8"/>
    <w:multiLevelType w:val="hybridMultilevel"/>
    <w:tmpl w:val="FDBE17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5B7A69"/>
    <w:multiLevelType w:val="hybridMultilevel"/>
    <w:tmpl w:val="CDB67B60"/>
    <w:lvl w:ilvl="0" w:tplc="7B54BC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19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117620"/>
    <w:multiLevelType w:val="hybridMultilevel"/>
    <w:tmpl w:val="58D8B25C"/>
    <w:lvl w:ilvl="0" w:tplc="DCA8AAE6">
      <w:start w:val="1"/>
      <w:numFmt w:val="decimal"/>
      <w:lvlText w:val="%1."/>
      <w:lvlJc w:val="left"/>
      <w:pPr>
        <w:ind w:left="800" w:hanging="440"/>
      </w:pPr>
      <w:rPr>
        <w:rFonts w:hint="default"/>
      </w:rPr>
    </w:lvl>
    <w:lvl w:ilvl="1" w:tplc="EEFE0BD4">
      <w:start w:val="1"/>
      <w:numFmt w:val="lowerLetter"/>
      <w:lvlText w:val="%2."/>
      <w:lvlJc w:val="left"/>
      <w:pPr>
        <w:ind w:left="1540" w:hanging="4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186BA2"/>
    <w:multiLevelType w:val="hybridMultilevel"/>
    <w:tmpl w:val="1360C7A0"/>
    <w:lvl w:ilvl="0" w:tplc="B6BAA98A">
      <w:start w:val="1"/>
      <w:numFmt w:val="decimal"/>
      <w:lvlText w:val="%1."/>
      <w:lvlJc w:val="left"/>
      <w:pPr>
        <w:ind w:left="800" w:hanging="440"/>
      </w:pPr>
      <w:rPr>
        <w:rFonts w:hint="default"/>
      </w:rPr>
    </w:lvl>
    <w:lvl w:ilvl="1" w:tplc="F328E044">
      <w:start w:val="1"/>
      <w:numFmt w:val="lowerLetter"/>
      <w:lvlText w:val="%2."/>
      <w:lvlJc w:val="left"/>
      <w:pPr>
        <w:ind w:left="1540" w:hanging="4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A82FF9"/>
    <w:multiLevelType w:val="multilevel"/>
    <w:tmpl w:val="58D8B25C"/>
    <w:lvl w:ilvl="0">
      <w:start w:val="1"/>
      <w:numFmt w:val="decimal"/>
      <w:lvlText w:val="%1."/>
      <w:lvlJc w:val="left"/>
      <w:pPr>
        <w:ind w:left="800" w:hanging="44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40" w:hanging="4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F5616B"/>
    <w:multiLevelType w:val="hybridMultilevel"/>
    <w:tmpl w:val="D306178C"/>
    <w:lvl w:ilvl="0" w:tplc="7B54BC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19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F35952"/>
    <w:multiLevelType w:val="hybridMultilevel"/>
    <w:tmpl w:val="AFA021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11"/>
  </w:num>
  <w:num w:numId="6">
    <w:abstractNumId w:val="8"/>
  </w:num>
  <w:num w:numId="7">
    <w:abstractNumId w:val="9"/>
  </w:num>
  <w:num w:numId="8">
    <w:abstractNumId w:val="12"/>
  </w:num>
  <w:num w:numId="9">
    <w:abstractNumId w:val="10"/>
  </w:num>
  <w:num w:numId="10">
    <w:abstractNumId w:val="1"/>
  </w:num>
  <w:num w:numId="11">
    <w:abstractNumId w:val="2"/>
  </w:num>
  <w:num w:numId="12">
    <w:abstractNumId w:val="7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2BE"/>
    <w:rsid w:val="000B489C"/>
    <w:rsid w:val="0014131E"/>
    <w:rsid w:val="00377FD6"/>
    <w:rsid w:val="003E0BEB"/>
    <w:rsid w:val="004B4E83"/>
    <w:rsid w:val="004C02F1"/>
    <w:rsid w:val="004D4491"/>
    <w:rsid w:val="00B45DCF"/>
    <w:rsid w:val="00BB1E81"/>
    <w:rsid w:val="00C404C2"/>
    <w:rsid w:val="00C918AE"/>
    <w:rsid w:val="00CE5020"/>
    <w:rsid w:val="00D31B31"/>
    <w:rsid w:val="00DF0B3E"/>
    <w:rsid w:val="00E53046"/>
    <w:rsid w:val="00F852BE"/>
    <w:rsid w:val="00F95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6088487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4E83"/>
    <w:pPr>
      <w:ind w:left="720"/>
      <w:contextualSpacing/>
    </w:pPr>
  </w:style>
  <w:style w:type="paragraph" w:customStyle="1" w:styleId="answers">
    <w:name w:val="answers"/>
    <w:basedOn w:val="Normal"/>
    <w:rsid w:val="00F852BE"/>
    <w:pPr>
      <w:tabs>
        <w:tab w:val="left" w:pos="800"/>
        <w:tab w:val="left" w:pos="2520"/>
        <w:tab w:val="left" w:pos="2880"/>
      </w:tabs>
      <w:spacing w:line="360" w:lineRule="atLeast"/>
      <w:ind w:left="440" w:hanging="440"/>
    </w:pPr>
    <w:rPr>
      <w:rFonts w:ascii="Times New Roman" w:eastAsia="Times New Roman" w:hAnsi="Times New Roman" w:cs="Times New Roman"/>
      <w:szCs w:val="20"/>
    </w:rPr>
  </w:style>
  <w:style w:type="paragraph" w:customStyle="1" w:styleId="indentured">
    <w:name w:val="indentured"/>
    <w:basedOn w:val="Normal"/>
    <w:rsid w:val="00F852BE"/>
    <w:pPr>
      <w:tabs>
        <w:tab w:val="left" w:pos="450"/>
        <w:tab w:val="left" w:pos="1050"/>
      </w:tabs>
      <w:spacing w:line="320" w:lineRule="atLeast"/>
      <w:ind w:left="446" w:hanging="446"/>
    </w:pPr>
    <w:rPr>
      <w:rFonts w:ascii="Times New Roman" w:eastAsia="Times New Roman" w:hAnsi="Times New Roman" w:cs="Times New Roman"/>
      <w:szCs w:val="20"/>
    </w:rPr>
  </w:style>
  <w:style w:type="table" w:styleId="TableGrid">
    <w:name w:val="Table Grid"/>
    <w:basedOn w:val="TableNormal"/>
    <w:uiPriority w:val="59"/>
    <w:rsid w:val="00BB1E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5.xml"/><Relationship Id="rId12" Type="http://schemas.openxmlformats.org/officeDocument/2006/relationships/footer" Target="footer6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oter" Target="footer3.xml"/><Relationship Id="rId10" Type="http://schemas.openxmlformats.org/officeDocument/2006/relationships/footer" Target="foot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racheleggleston:Library:Application%20Support:Microsoft:Office:User%20Templates:My%20Templates:Teacher%20Do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Macintosh HD:Users:racheleggleston:Library:Application Support:Microsoft:Office:User Templates:My Templates:Teacher Doc.dotx</Template>
  <TotalTime>17</TotalTime>
  <Pages>2</Pages>
  <Words>517</Words>
  <Characters>2950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Eggleston</dc:creator>
  <cp:keywords/>
  <dc:description/>
  <cp:lastModifiedBy>Rachel Eggleston</cp:lastModifiedBy>
  <cp:revision>4</cp:revision>
  <cp:lastPrinted>2017-09-07T15:08:00Z</cp:lastPrinted>
  <dcterms:created xsi:type="dcterms:W3CDTF">2017-09-07T00:59:00Z</dcterms:created>
  <dcterms:modified xsi:type="dcterms:W3CDTF">2017-09-07T16:46:00Z</dcterms:modified>
</cp:coreProperties>
</file>